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6A0F" w14:textId="77777777" w:rsidR="00B93EE0" w:rsidRPr="00B93EE0" w:rsidRDefault="00B93EE0" w:rsidP="00B93EE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93EE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SARS-CoV-2/human/USA/FL-CDC-QDX21609207/2021 ORF1ab polyprotein (ORF1ab), ORF1a polyprotein (ORF1ab), surface glycoprotein (S), ORF3a protein (ORF3a), envelope protein (E), membrane glycoprotein (M), ORF6...</w:t>
      </w:r>
    </w:p>
    <w:p w14:paraId="6BAA9105" w14:textId="77777777" w:rsidR="00B93EE0" w:rsidRPr="00B93EE0" w:rsidRDefault="00B93EE0" w:rsidP="00B93E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t>GenBank: MW666666.1</w:t>
      </w:r>
    </w:p>
    <w:p w14:paraId="098A6947" w14:textId="77777777" w:rsidR="00B93EE0" w:rsidRPr="00B93EE0" w:rsidRDefault="00B93EE0" w:rsidP="00B93EE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"https://www.ncbi.nlm.nih.gov/nuccore/MW666666.1?report=fasta" </w:instrTex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3E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"https://www.ncbi.nlm.nih.gov/nuccore/MW666666.1?report=graph" </w:instrTex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3E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66666.1"/>
    <w:bookmarkEnd w:id="1"/>
    <w:p w14:paraId="1DF57108" w14:textId="77777777" w:rsidR="00B93EE0" w:rsidRPr="00B93EE0" w:rsidRDefault="00B93EE0" w:rsidP="00B93EE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"https://www.ncbi.nlm.nih.gov/nuccore/MW666666.1?expand-gaps=on" \l "goto1995066639_0" </w:instrTex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3EE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93EE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BFE082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LOCUS       MW666666               29752 bp    RNA     linear   VRL 27-JUL-2021</w:t>
      </w:r>
    </w:p>
    <w:p w14:paraId="0B8B047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6F36929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SARS-CoV-2/human/USA/FL-CDC-QDX21609207/2021 ORF1ab polyprotein</w:t>
      </w:r>
    </w:p>
    <w:p w14:paraId="1BA3348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F23E2F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EC6B3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7EB02C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7DD5618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E0B79D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ACCESSION   MW666666</w:t>
      </w:r>
    </w:p>
    <w:p w14:paraId="194D37D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VERSION     MW666666.1</w:t>
      </w:r>
    </w:p>
    <w:p w14:paraId="426429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78A40F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DEAE7C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CA589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8B4910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622BEDD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4A5125F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2629E65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Martin,B.L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Rosenthal,S.H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0769C9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Gerasimova,A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Kagan,R.M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Anderson,B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Hua,M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Liu,Y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162A99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Bernstein,L.E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Livingston,K.E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Perez,A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Shlyakhter,I.A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51110A6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Rolando,R.V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Owen,R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Tanaiboon,P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Lacbawan,F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15C8F7A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Tong,S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9D05F4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9E53DA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A7B155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  (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bases 1 to 29752)</w:t>
      </w:r>
    </w:p>
    <w:p w14:paraId="3EEEBD7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Cook,P.W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Howard,D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Batra,D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 Rambo-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Martin,B.L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Rosenthal,S.H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7E758A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Gerasimova,A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Kagan,R.M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Anderson,B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Hua,M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Liu,Y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1417B2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Bernstein,L.E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Livingston,K.E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Perez,A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Shlyakhter,I.A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381F4C2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Rolando,R.V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Owen,R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Tanaiboon,P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Lacbawan,F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Paden,C.R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23B8859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Tong,S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MacCannell,D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8E92E5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A3CCE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(26-FEB-2021) Respiratory Viruses Branch, Centers for</w:t>
      </w:r>
    </w:p>
    <w:p w14:paraId="3AF9436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079B1C0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648E59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66666.1"/>
      <w:bookmarkEnd w:id="2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1C09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: BWA v.7.12</w:t>
      </w:r>
    </w:p>
    <w:p w14:paraId="02ABF70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: Illumina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Miseq</w:t>
      </w:r>
      <w:proofErr w:type="spellEnd"/>
    </w:p>
    <w:p w14:paraId="1A2FD44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7F080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66666.1"/>
      <w:bookmarkEnd w:id="3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07495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29752</w:t>
      </w:r>
    </w:p>
    <w:p w14:paraId="3387EFD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0108E13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CB4300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7A44A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/isolate="SARS-CoV-2/human/USA/FL-CDC-QDX21609207/2021"</w:t>
      </w:r>
    </w:p>
    <w:p w14:paraId="34C525A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="Nasal Swabs"</w:t>
      </w:r>
    </w:p>
    <w:p w14:paraId="0A42520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D51D8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FE6B2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66294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="2021-02-01"</w:t>
      </w:r>
    </w:p>
    <w:p w14:paraId="7EEA0B6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"https://www.ncbi.nlm.nih.gov/nuccore/MW666666.1?from=212&amp;to=21492"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21492</w:t>
      </w:r>
    </w:p>
    <w:p w14:paraId="73C4B6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A1DF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"https://www.ncbi.nlm.nih.gov/nuccore/MW666666.1?location=212:13405,13405:21492"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212..13405,13405..21492)</w:t>
      </w:r>
    </w:p>
    <w:p w14:paraId="48F8957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B498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1190A29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4B9B5C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37F34A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QSE09615.1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1324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7054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7751E4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317117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704BD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E29F0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FB0F5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87F0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31575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94DF9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F6E570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ITILDGISQYSLRLIDAMMFTSDLATNNLVVMAYITGGVVQLTSQWLTNIFGTVYEKL</w:t>
      </w:r>
    </w:p>
    <w:p w14:paraId="270E651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E48F54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FF586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376AB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2E0608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873D54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EC9CA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5B21F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329E0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E54D3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8CFBC0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046C2C5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4EE8F8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F04FA2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FE32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E1E55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279D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9E1B7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5065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4D110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93F4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00AE45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CE7E6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8976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F9BBA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45DC5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C6B9F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VPWDTIANYAKPFLNKVVSTTTNIVTRCLNRVCTNYMPYFFILLLQLCTFTRSTNSRI</w:t>
      </w:r>
    </w:p>
    <w:p w14:paraId="27C613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4F1AD5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769463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5C3F24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3933524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0E96E7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64006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14B0CD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7380B2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C10A91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634290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A175DF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D7D334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723DDF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60629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RWVLNNDYYRSLPGVFCGVDAVNLLTNMFTPLIQPIGALDISASIVAGGIVAIVVTCL</w:t>
      </w:r>
    </w:p>
    <w:p w14:paraId="1565F6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39EB54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A9D7EB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07124FF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6491FCA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LXXXXXXXXXXXXXXXXXXXXXXXXXXXXXXXXXXXXXXXXXXXXXXXXXXXXXXXXX</w:t>
      </w:r>
    </w:p>
    <w:p w14:paraId="4F96C20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XXXXXXXXXKTPKYKFVRIQPGQTFSVLACYNGSPSGVYQCAMRPNFTIKGSFLNGSC</w:t>
      </w:r>
    </w:p>
    <w:p w14:paraId="659D555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FDFAE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32A617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BEB1AD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57215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4B3B12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CA0EB7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476A9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747AE8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3FF466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33C198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3AC60E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70D75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A6EE51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B5691D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325EF0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5088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993B0B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1EE3F8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C07237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08E8396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FEF5F4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D27742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DA091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3EB797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B9FE7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07E441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70744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CD9FA0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159709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F4195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207486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C72B8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8216D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577600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FAAC7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GDYILANTCTERLKLFAAETLKATEETFKLSYGIATVREVLSDRELHLSWEVGKPRPP</w:t>
      </w:r>
    </w:p>
    <w:p w14:paraId="15C4A67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432F52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1F2BAE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77F9B19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411F077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E6DFB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C53825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ABBA26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3B5284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67AFA4E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85671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75BD2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8B5CB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1400AC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0E9A20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DF9891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90CE0B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E15B08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12157D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5734EE6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4AA26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E9E7FD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19AB2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6B2FB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B5DFD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FD9A27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B3BDB6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25BA17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04DC61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"https://www.ncbi.nlm.nih.gov/protein/QSE09615.1?from=1&amp;to=180"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22B5503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37BD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41C3F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"https://www.ncbi.nlm.nih.gov/protein/QSE09615.1?from=181&amp;to=818"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32088A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A462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52238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"https://www.ncbi.nlm.nih.gov/protein/QSE09615.1?from=819&amp;to=2763"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1929D85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5C996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75050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"https://www.ncbi.nlm.nih.gov/protein/QSE09615.1?from=2764&amp;to=3263"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304F329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53A7B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56C6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"https://www.ncbi.nlm.nih.gov/protein/QSE09615.1?from=3264&amp;to=3569"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211AD7C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DD3D6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2DA344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"https://www.ncbi.nlm.nih.gov/protein/QSE09615.1?from=3570&amp;to=3856"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6814D1A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BBB42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FC31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"https://www.ncbi.nlm.nih.gov/protein/QSE09615.1?from=3857&amp;to=3939"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1E0812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A019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EAC816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"https://www.ncbi.nlm.nih.gov/protein/QSE09615.1?from=3940&amp;to=4137"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3AED546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C340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F5FD3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"https://www.ncbi.nlm.nih.gov/protein/QSE09615.1?from=4138&amp;to=4250"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40FFF1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E7A4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8EAD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"https://www.ncbi.nlm.nih.gov/protein/QSE09615.1?from=4251&amp;to=4389"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06B006B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FF879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B02245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"https://www.ncbi.nlm.nih.gov/protein/QSE09615.1?from=4390&amp;to=5321"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13379..13405,13405..16173)</w:t>
      </w:r>
    </w:p>
    <w:p w14:paraId="2C381D8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D29A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D71255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"https://www.ncbi.nlm.nih.gov/protein/QSE09615.1?from=5322&amp;to=5922"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16174..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17976</w:t>
      </w:r>
    </w:p>
    <w:p w14:paraId="08B2134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999B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F3278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"https://www.ncbi.nlm.nih.gov/protein/QSE09615.1?from=5923&amp;to=6449"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17977..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19557</w:t>
      </w:r>
    </w:p>
    <w:p w14:paraId="103F61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932B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C6C79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"https://www.ncbi.nlm.nih.gov/protein/QSE09615.1?from=6450&amp;to=6795"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19558..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20595</w:t>
      </w:r>
    </w:p>
    <w:p w14:paraId="588EE10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5A9DA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5F1C0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"https://www.ncbi.nlm.nih.gov/protein/QSE09615.1?from=6796&amp;to=7093"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20596..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21489</w:t>
      </w:r>
    </w:p>
    <w:p w14:paraId="4AC25AC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2288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0CCEDB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"https://www.ncbi.nlm.nih.gov/nuccore/MW666666.1?from=212&amp;to=13420"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13420</w:t>
      </w:r>
    </w:p>
    <w:p w14:paraId="60C796B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E98A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363A0F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02279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"https://www.ncbi.nlm.nih.gov/protein/1995066641"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QSE09616.1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97FFD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3EC76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7399C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DF09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A8EE63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225B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0C113BC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C2ECDA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947E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CF41A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31561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6511F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13D381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9E961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2EFC25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300993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901CF1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57324A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D516C4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7B41C0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A383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01018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EIPKEEVKPFITESKPSVEQRKQDDKKIKACVEEVTTTLEEIKFLTENLLLYIDINGN</w:t>
      </w:r>
    </w:p>
    <w:p w14:paraId="68A3C5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EFA57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DAAF02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1CB53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602D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4C239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2E35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BB8CB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B1222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1B8959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14F9F7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A486D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D6E4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FC003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A119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35AE21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VPWDTIANYAKPFLNKVVSTTTNIVTRCLNRVCTNYMPYFFILLLQLCTFTRSTNSRI</w:t>
      </w:r>
    </w:p>
    <w:p w14:paraId="50A164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A93A7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ALGVLMSNLGMPSYCTGYREGYLNSTNVTIATYCTGSISCSVCLSGLDSLDTYPSLET</w:t>
      </w:r>
    </w:p>
    <w:p w14:paraId="6D80C1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F82FA5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MWLIINLVQMAPISAMVRMYIFVASFYYVWKSYVHVVDGCNSSTCMMCYKRNRATRVE</w:t>
      </w:r>
    </w:p>
    <w:p w14:paraId="5ECB7F2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FD9CC0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1748EE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F9BA29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0B85C4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BBA0F0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4BE0431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57A62E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33135C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1E9B2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D82AD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94DB5C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543EE7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A1FE3C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EAALCTFLLNKEMYLKLRSDVLLPPTQYNRYLALYNKYKYFSGAMDTTSYREAACCHL</w:t>
      </w:r>
    </w:p>
    <w:p w14:paraId="647345D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AKALNDFSNSGSDVLYQPPQISITSAVLQSGFRKMAFPSGKVESCMVQVTCGTTTLNG</w:t>
      </w:r>
    </w:p>
    <w:p w14:paraId="354BAB3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LXXXXXXXXXXXXXXXXXXXXXXXXXXXXXXXXXXXXXXXXXXXXXXXXXXXXXXXXX</w:t>
      </w:r>
    </w:p>
    <w:p w14:paraId="32F5245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XXXXXXXXXKTPKYKFVRIQPGQTFSVLACYNGSPSGVYQCAMRPNFTIKGSFLNGSC</w:t>
      </w:r>
    </w:p>
    <w:p w14:paraId="01800E0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8A5DB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DD5807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2AE795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A72A7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B813A6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7AA8DE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512ED3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2238B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8B65D0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71BF2F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644DF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B43B4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F64CF6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975C28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5B5085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D0DD42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69017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0D26E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"https://www.ncbi.nlm.nih.gov/protein/QSE09616.1?from=1&amp;to=180"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751</w:t>
      </w:r>
    </w:p>
    <w:p w14:paraId="33ED9C5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3DB9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5B56B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"https://www.ncbi.nlm.nih.gov/protein/QSE09616.1?from=181&amp;to=818"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752..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2665</w:t>
      </w:r>
    </w:p>
    <w:p w14:paraId="0719984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F466E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1CE78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"https://www.ncbi.nlm.nih.gov/protein/QSE09616.1?from=819&amp;to=2763"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2666..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8500</w:t>
      </w:r>
    </w:p>
    <w:p w14:paraId="71EB6C6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A9978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826412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"https://www.ncbi.nlm.nih.gov/protein/QSE09616.1?from=2764&amp;to=3263"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8501..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10000</w:t>
      </w:r>
    </w:p>
    <w:p w14:paraId="4E9E307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B506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CBA4C0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"https://www.ncbi.nlm.nih.gov/protein/QSE09616.1?from=3264&amp;to=3569"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10001..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10918</w:t>
      </w:r>
    </w:p>
    <w:p w14:paraId="020483E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55E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51F00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"https://www.ncbi.nlm.nih.gov/protein/QSE09616.1?from=3570&amp;to=3856"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10919..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11779</w:t>
      </w:r>
    </w:p>
    <w:p w14:paraId="7472376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C4F83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73F3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"https://www.ncbi.nlm.nih.gov/protein/QSE09616.1?from=3857&amp;to=3939"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11780..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12028</w:t>
      </w:r>
    </w:p>
    <w:p w14:paraId="7A414BE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B11D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1B7AB2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"https://www.ncbi.nlm.nih.gov/protein/QSE09616.1?from=3940&amp;to=4137"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12029..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12622</w:t>
      </w:r>
    </w:p>
    <w:p w14:paraId="5E2F1A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CF27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18FB67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"https://www.ncbi.nlm.nih.gov/protein/QSE09616.1?from=4138&amp;to=4250"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12623..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12961</w:t>
      </w:r>
    </w:p>
    <w:p w14:paraId="01580C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88F8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9D7A8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"https://www.ncbi.nlm.nih.gov/protein/QSE09616.1?from=4251&amp;to=4389"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12962..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13378</w:t>
      </w:r>
    </w:p>
    <w:p w14:paraId="41731E0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4674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90A31F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"https://www.ncbi.nlm.nih.gov/protein/QSE09616.1?from=4390&amp;to=4402"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13379..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13417</w:t>
      </w:r>
    </w:p>
    <w:p w14:paraId="772B5BE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13C8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42AF24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10093..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10288</w:t>
      </w:r>
    </w:p>
    <w:p w14:paraId="2E9EAB8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=196</w:t>
      </w:r>
    </w:p>
    <w:p w14:paraId="1827F4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"https://www.ncbi.nlm.nih.gov/nuccore/MW666666.1?from=13413&amp;to=13440"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13413..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13440</w:t>
      </w:r>
    </w:p>
    <w:p w14:paraId="4FDF6A2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8021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D75988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369614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"https://www.ncbi.nlm.nih.gov/nuccore/MW666666.1?from=13425&amp;to=13479"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13425..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13479</w:t>
      </w:r>
    </w:p>
    <w:p w14:paraId="0CC528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6267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EDED0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2AC25C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"https://www.ncbi.nlm.nih.gov/nuccore/MW666666.1?from=21500&amp;to=25300"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25300</w:t>
      </w:r>
    </w:p>
    <w:p w14:paraId="01321F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E20F8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"https://www.ncbi.nlm.nih.gov/nuccore/MW666666.1?from=21500&amp;to=25300"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21500..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25300</w:t>
      </w:r>
    </w:p>
    <w:p w14:paraId="4D7AB19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FCDE4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DE8288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E66A7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"https://www.ncbi.nlm.nih.gov/protein/1995066642"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QSE09617.1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2603F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472DA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SSVLHSTQDLFLPFFSNVTWFHAIHVSGTNVIKRFDNPVLPFNDGVYFASTEKSNIIR</w:t>
      </w:r>
    </w:p>
    <w:p w14:paraId="554642F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0382E6E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SSANNCTFEYVSQPFLMDLEGKQGNFKNLREFVFKNIDGYFKIYSKHTPINLVRDLPQ</w:t>
      </w:r>
    </w:p>
    <w:p w14:paraId="4FE0ED1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GFSALEPLVDLPIGINITRFQTLLALHNSSSGWTAGAAAYYVGYLQPRTFLLKYNENG</w:t>
      </w:r>
    </w:p>
    <w:p w14:paraId="02F4FF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TITDAVDCALDPLSETKCTLKSFTVEKGIYQTSNFRVQPTESIVRFPNITNLCPFGEV</w:t>
      </w:r>
    </w:p>
    <w:p w14:paraId="0C0236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FNATRFASVYAWNRKRISNCVADYSVLYNSASFSTFKCYGVSPTKLNDLCFTNVYADS</w:t>
      </w:r>
    </w:p>
    <w:p w14:paraId="4BE4D5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FVIRGDEVRQIAPGQTGKIADYNYKLPDDFTGCVIAWNSNNLDSKVGGNYNYQYRLFR</w:t>
      </w:r>
    </w:p>
    <w:p w14:paraId="24E65E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KSNLKPFERDISTEIYQAGSTPCNGVEGFNCYSPLQSYGFQPTNGVGYQPYRVVVLSF</w:t>
      </w:r>
    </w:p>
    <w:p w14:paraId="34CAE1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ELLHAPATVCGPKKSTNLVKNKCVNFNFNGLTGTGVLTESNKKFLPFQQFGRDIADTT</w:t>
      </w:r>
    </w:p>
    <w:p w14:paraId="6640609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DAVRDPQTLEILDITPCSFGGVSVITPGTNTSNQVAVLYQGVNCTEVPVAIHADQLTP</w:t>
      </w:r>
    </w:p>
    <w:p w14:paraId="4EC7852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TWRVYSTGSNVFQTRAGCLIGAEHVNNSYECDIPIGAGICASYQTQTNSPRRARSVAS</w:t>
      </w:r>
    </w:p>
    <w:p w14:paraId="574B4D3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QSIIAYTMSLGAENSVAYSNNSIAIPTNFTISVTTEILPVSMTKTSVDCTMYICGDST</w:t>
      </w:r>
    </w:p>
    <w:p w14:paraId="7EDEAF2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ECSNLLLQYGSFCTQLNRALTGIAVEQDKNTQEVFAQVKQIYKTPPIKDFGGFNFSQI</w:t>
      </w:r>
    </w:p>
    <w:p w14:paraId="3FF1E8B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LPDPSKPSKRSFIEDLLFNKVTLADAGFIKQYGDCLGDIAARDLICAQKFNGLNVLPP</w:t>
      </w:r>
    </w:p>
    <w:p w14:paraId="3E78CEC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LLTDEMIAQYTSALLAGTITSGWTFGAGAALQIPFAMQMAYRFNGIGVTQNVLYENQK</w:t>
      </w:r>
    </w:p>
    <w:p w14:paraId="3BA27C0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LIANQFNSAIGKIQDSLSSTASALGKLQDVVNQNAQALNTLVKQLSSNFGAISSVLND</w:t>
      </w:r>
    </w:p>
    <w:p w14:paraId="637C94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ILSRLDKVEAEVQIDRLITGRLQSLQTYVTQQLIRAAEIRASANLAATKMSECVLGQS</w:t>
      </w:r>
    </w:p>
    <w:p w14:paraId="3D624CE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KRVDFCGKGYHLMSFPQSAPHGVVFLHVTYVPAQEKNFTTAPAICHDGKAHFPREGVF</w:t>
      </w:r>
    </w:p>
    <w:p w14:paraId="7F2E2A7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VSNGTHWFVTQRNFYEPQIITTDNTFVSGNCDVVIGIVNNTVYDPLQPELDSFKEELD</w:t>
      </w:r>
    </w:p>
    <w:p w14:paraId="2920EA0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KYFKNHTSPDVDLGDISGINASVVNIQKEIDRLNEVAKNLNESLIDLQELGKYEQYIK</w:t>
      </w:r>
    </w:p>
    <w:p w14:paraId="6EC0039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WPWYIWLGFIAGLIAIVMVTIMLCCMTSCCSCLKGCCSCGSCCKFDEDDSEPVLKGVK</w:t>
      </w:r>
    </w:p>
    <w:p w14:paraId="575760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LHYT"</w:t>
      </w:r>
    </w:p>
    <w:p w14:paraId="4E1AE6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"https://www.ncbi.nlm.nih.gov/nuccore/MW666666.1?from=25309&amp;to=26136"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25309..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26136</w:t>
      </w:r>
    </w:p>
    <w:p w14:paraId="791053B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6857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"https://www.ncbi.nlm.nih.gov/nuccore/MW666666.1?from=25309&amp;to=26136"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25309..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26136</w:t>
      </w:r>
    </w:p>
    <w:p w14:paraId="77E99A8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7DB304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ED7D3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8DBDE8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QSE09618.1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F4C9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AD469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1D4B98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8DEF8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CF1A75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DAC987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"https://www.ncbi.nlm.nih.gov/nuccore/MW666666.1?from=26161&amp;to=26388"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26161..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26388</w:t>
      </w:r>
    </w:p>
    <w:p w14:paraId="116185A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551976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"https://www.ncbi.nlm.nih.gov/nuccore/MW666666.1?from=26161&amp;to=26388"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26161..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26388</w:t>
      </w:r>
    </w:p>
    <w:p w14:paraId="062A6A0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431F13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B00D6E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A412DA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"https://www.ncbi.nlm.nih.gov/protein/1995066644"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QSE09619.1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1B3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37C1500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E27027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"https://www.ncbi.nlm.nih.gov/nuccore/MW666666.1?from=26439&amp;to=27107"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26439..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27107</w:t>
      </w:r>
    </w:p>
    <w:p w14:paraId="0997643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ECF7B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"https://www.ncbi.nlm.nih.gov/nuccore/MW666666.1?from=26439&amp;to=27107"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26439..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27107</w:t>
      </w:r>
    </w:p>
    <w:p w14:paraId="10E7D78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4380A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DAA514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9FC810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QSE09620.1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EFF0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DF390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3ECF31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435AC0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A15E5C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51DF86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"https://www.ncbi.nlm.nih.gov/nuccore/MW666666.1?from=27118&amp;to=27303"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27118..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27303</w:t>
      </w:r>
    </w:p>
    <w:p w14:paraId="79D0AA0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183B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"https://www.ncbi.nlm.nih.gov/nuccore/MW666666.1?from=27118&amp;to=27303"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27118..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27303</w:t>
      </w:r>
    </w:p>
    <w:p w14:paraId="1DA2AC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B02B6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57CA68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A0CE8F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"https://www.ncbi.nlm.nih.gov/protein/1995066646"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QSE09621.1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527C2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730E3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FF5004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"https://www.ncbi.nlm.nih.gov/nuccore/MW666666.1?from=27310&amp;to=27675"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27310..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27675</w:t>
      </w:r>
    </w:p>
    <w:p w14:paraId="5517F19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9C133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"https://www.ncbi.nlm.nih.gov/nuccore/MW666666.1?from=27310&amp;to=27675"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27310..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27675</w:t>
      </w:r>
    </w:p>
    <w:p w14:paraId="089AB5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22EB4C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4DAB14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4D0C3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"https://www.ncbi.nlm.nih.gov/protein/1995066647"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QSE09622.1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F60C6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46006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98AC3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B6E083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"https://www.ncbi.nlm.nih.gov/nuccore/MW666666.1?from=27672&amp;to=27803"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27672..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27803</w:t>
      </w:r>
    </w:p>
    <w:p w14:paraId="373EC7C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E83F3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"https://www.ncbi.nlm.nih.gov/nuccore/MW666666.1?from=27672&amp;to=27803"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27672..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27803</w:t>
      </w:r>
    </w:p>
    <w:p w14:paraId="272C70F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EF5780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A0ACAB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B1063A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"https://www.ncbi.nlm.nih.gov/protein/1995066648"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QSE09623.1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CB602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B34561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"https://www.ncbi.nlm.nih.gov/nuccore/MW666666.1?from=27810&amp;to=28175"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27810..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28175</w:t>
      </w:r>
    </w:p>
    <w:p w14:paraId="71D68FE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F5CA1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"https://www.ncbi.nlm.nih.gov/nuccore/MW666666.1?from=27810&amp;to=28175"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27810..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28175</w:t>
      </w:r>
    </w:p>
    <w:p w14:paraId="2FB76D7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AEF59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B392ED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/product="ORF8 protein"</w:t>
      </w:r>
    </w:p>
    <w:p w14:paraId="1BC752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QSE09624.1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A8D1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F8C5C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6B8396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480151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"https://www.ncbi.nlm.nih.gov/nuccore/MW666666.1?from=28190&amp;to=29449"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28190..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30B4FA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F80BD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"https://www.ncbi.nlm.nih.gov/nuccore/MW666666.1?from=28190&amp;to=29449"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28190..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29449</w:t>
      </w:r>
    </w:p>
    <w:p w14:paraId="2BEB856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68DC9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2E44EF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B67B6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"https://www.ncbi.nlm.nih.gov/protein/1995066650"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QSE09625.1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A9DDB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19AA81A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D3CBF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E9AF1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LPQGTTLPKGFYAEGSRGGSQASSRSSSRSRNSSRNSTPGSSKRTSPARMAGNCGDAA</w:t>
      </w:r>
    </w:p>
    <w:p w14:paraId="79398E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01A85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4853FA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GAIKLDDKDPNFKDQVILLNKHIDAYKTFPPIEPKKDKKKKADETQALPQRQKKQQTV</w:t>
      </w:r>
    </w:p>
    <w:p w14:paraId="06E73B5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FDD2E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"https://www.ncbi.nlm.nih.gov/nuccore/MW666666.1?from=29474&amp;to=29590"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135C74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F25CB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"https://www.ncbi.nlm.nih.gov/nuccore/MW666666.1?from=29474&amp;to=29590"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29474..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29590</w:t>
      </w:r>
    </w:p>
    <w:p w14:paraId="58DB9C5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0A8B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B90E7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105FBC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"https://www.ncbi.nlm.nih.gov/protein/1995066651"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QSE09626.1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99628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065AF5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"https://www.ncbi.nlm.nih.gov/nuccore/MW666666.1?from=29525&amp;to=29560"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29525..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29560</w:t>
      </w:r>
    </w:p>
    <w:p w14:paraId="780424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0C31A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8DA174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"https://www.ncbi.nlm.nih.gov/nuccore/MW666666.1?from=29545&amp;to=29573"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29545..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29573</w:t>
      </w:r>
    </w:p>
    <w:p w14:paraId="21BCEF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34CF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D0B8D7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"https://www.ncbi.nlm.nih.gov/nuccore/MW666666.1?from=29644&amp;to=29684" </w:instrTex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3EE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29644..</w:t>
      </w:r>
      <w:proofErr w:type="gram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29684</w:t>
      </w:r>
    </w:p>
    <w:p w14:paraId="4F3E28D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EB2164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10C740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66666.1"/>
      <w:bookmarkEnd w:id="4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agatctgttc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tgtgtggctg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tcactcggct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gcatgcttag</w:t>
      </w:r>
      <w:proofErr w:type="spellEnd"/>
    </w:p>
    <w:p w14:paraId="45CC4E7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tgcactcacg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cagtataatt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aataactaat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tactgtcgtt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gacaggacac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gagtaactcg</w:t>
      </w:r>
      <w:proofErr w:type="spellEnd"/>
    </w:p>
    <w:p w14:paraId="49EC0DB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tctatcttct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gcaggctgct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tacggtttcg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tccgtgttgc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agccgatcat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cagcacatct</w:t>
      </w:r>
      <w:proofErr w:type="spellEnd"/>
    </w:p>
    <w:p w14:paraId="7FD70C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aggttttgtc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cgggtgtgac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cgaaaggtaa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gatggagagc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cttgtccctg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gtttcaacga</w:t>
      </w:r>
      <w:proofErr w:type="spellEnd"/>
    </w:p>
    <w:p w14:paraId="7804C7D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gaaaacacac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gtccaactca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gtttgcctgt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tttacaggtt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cgcgacgtgc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tcgtacgtgg</w:t>
      </w:r>
      <w:proofErr w:type="spellEnd"/>
    </w:p>
    <w:p w14:paraId="6A72F13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ctttggagac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tccgtggagg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aggtcttatc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agaggcacgt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caacatctta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aagatggcac</w:t>
      </w:r>
      <w:proofErr w:type="spellEnd"/>
    </w:p>
    <w:p w14:paraId="569BFB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ttgtggctta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aaaaaggcgt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cttgaacagc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cctatgtgtt</w:t>
      </w:r>
      <w:proofErr w:type="spellEnd"/>
    </w:p>
    <w:p w14:paraId="391141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catcaaacgt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tcggatgctc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gaactgcacc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tcatggtcat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gttatggttg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agctggtagc</w:t>
      </w:r>
      <w:proofErr w:type="spellEnd"/>
    </w:p>
    <w:p w14:paraId="661D02A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agaactcgaa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ggcattcagt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acggtcgtag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tggtgagaca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cttggtgtcc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ttgtccctca</w:t>
      </w:r>
      <w:proofErr w:type="spellEnd"/>
    </w:p>
    <w:p w14:paraId="01FB19D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tgtgggcgaa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ataccagtgg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cttaccgcaa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ggttcttctt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cgtaagaacg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gtaataaagg</w:t>
      </w:r>
      <w:proofErr w:type="spellEnd"/>
    </w:p>
    <w:p w14:paraId="191BBCF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agctggtggc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catagttacg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gcgccgatct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aaagtcattt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gacttaggcg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acgagcttgg</w:t>
      </w:r>
      <w:proofErr w:type="spellEnd"/>
    </w:p>
    <w:p w14:paraId="582CA0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cactgatcct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ttcaagaaaa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aaacatagca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gtggtgttac</w:t>
      </w:r>
      <w:proofErr w:type="spellEnd"/>
    </w:p>
    <w:p w14:paraId="431CFAF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ccgtgaactc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atgcgtgagc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ttaacggagg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ggcatacact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cgctatgtcg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ataacaactt</w:t>
      </w:r>
      <w:proofErr w:type="spellEnd"/>
    </w:p>
    <w:p w14:paraId="49D5BC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ctgtggccct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gatggctacc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ctcttgagtg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cattaaagac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cttctagcac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gtgctggtaa</w:t>
      </w:r>
      <w:proofErr w:type="spellEnd"/>
    </w:p>
    <w:p w14:paraId="27AFB56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agcttcatgc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actttgtccg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aacaactgga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actaagaggg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gtgtatactg</w:t>
      </w:r>
      <w:proofErr w:type="spellEnd"/>
    </w:p>
    <w:p w14:paraId="1AD023F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ctgccgtgaa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catgagcatg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gtacacggaa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cgttctgaaa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agagctatga</w:t>
      </w:r>
      <w:proofErr w:type="spellEnd"/>
    </w:p>
    <w:p w14:paraId="3E01716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attgcagaca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ttaaattggc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aaagaaattt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gacaccttca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atggggaatg</w:t>
      </w:r>
      <w:proofErr w:type="spellEnd"/>
    </w:p>
    <w:p w14:paraId="5867999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tccaaatttt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gtatttccct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taaattccat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aatcaagact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attcaaccaa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gggttgaaaa</w:t>
      </w:r>
      <w:proofErr w:type="spellEnd"/>
    </w:p>
    <w:p w14:paraId="197BF9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gaaaaagctt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tcgatctgtc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tatccagttg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cgtcaccaaa</w:t>
      </w:r>
      <w:proofErr w:type="spellEnd"/>
    </w:p>
    <w:p w14:paraId="4417780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tgaatgcaac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caaatgtgcc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tttcaactct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catgaagtgt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gatcattgtg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gtgaaacttc</w:t>
      </w:r>
      <w:proofErr w:type="spellEnd"/>
    </w:p>
    <w:p w14:paraId="53639C5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atggcagacg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ggcgattttg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ttaaagccac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ttgcgaattt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tgtggcactg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agaatttgac</w:t>
      </w:r>
      <w:proofErr w:type="spellEnd"/>
    </w:p>
    <w:p w14:paraId="2F70ED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taaagaaggt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gccactactt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gtggttactt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accccaaaat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aaatttattg</w:t>
      </w:r>
      <w:proofErr w:type="spellEnd"/>
    </w:p>
    <w:p w14:paraId="1A5231B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tccagcatgt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cacaattcag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aagtaggacc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tgagcatagt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cttgccgaat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accataatga</w:t>
      </w:r>
      <w:proofErr w:type="spellEnd"/>
    </w:p>
    <w:p w14:paraId="5E490FC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atctggcttg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aaaaccattc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ttcgtaaggg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tggtcgcact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attgcctttg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gaggctgtgt</w:t>
      </w:r>
      <w:proofErr w:type="spellEnd"/>
    </w:p>
    <w:p w14:paraId="33EEC27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gttctcttat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gttggttgcc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ataacaagtg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tgcctattgg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gttccacgtg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ctagcgctaa</w:t>
      </w:r>
      <w:proofErr w:type="spellEnd"/>
    </w:p>
    <w:p w14:paraId="69A66C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gtgttgttgg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agaaggttcc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gaaggtctta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atgacaacct</w:t>
      </w:r>
      <w:proofErr w:type="spellEnd"/>
    </w:p>
    <w:p w14:paraId="30B06DD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ctccaaaaag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agaaagtcaa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gttggtgact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ttaaacttaa</w:t>
      </w:r>
      <w:proofErr w:type="spellEnd"/>
    </w:p>
    <w:p w14:paraId="7B71DC7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tgaagagatc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gccattattt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tggcatcttt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ttctgcttcc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acaagtgctt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ttgtggaaac</w:t>
      </w:r>
      <w:proofErr w:type="spellEnd"/>
    </w:p>
    <w:p w14:paraId="5A22BC0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tgtgaaaggt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ttggattata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aagcattcaa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gaatcctgtg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gtaattttaa</w:t>
      </w:r>
      <w:proofErr w:type="spellEnd"/>
    </w:p>
    <w:p w14:paraId="0193745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agttacaaaa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ggaaaagcta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aaaaaggtgc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ctggaatatt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ggtgaacaga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aatcaatact</w:t>
      </w:r>
      <w:proofErr w:type="spellEnd"/>
    </w:p>
    <w:p w14:paraId="10E3F33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gagtcctctt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tatgcatttg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catcagaggc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tgctcgtgtt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gtacgatcaa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ttttctcccg</w:t>
      </w:r>
      <w:proofErr w:type="spellEnd"/>
    </w:p>
    <w:p w14:paraId="13F77B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cactcttgaa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actgctcaaa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attctgtgcg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aaggccgcta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taacaatact</w:t>
      </w:r>
      <w:proofErr w:type="spellEnd"/>
    </w:p>
    <w:p w14:paraId="183A50C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agatggaatt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tcacagtatt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cactgagact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atgatgttca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catctgattt</w:t>
      </w:r>
      <w:proofErr w:type="spellEnd"/>
    </w:p>
    <w:p w14:paraId="103A9B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ggctactaac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aatctagttg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taatggccta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cattacaggt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agttgacttc</w:t>
      </w:r>
      <w:proofErr w:type="spellEnd"/>
    </w:p>
    <w:p w14:paraId="335C453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gcagtggcta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actaacatct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ttggcactgt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ttatgaaaaa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ctcaaacccg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tccttgattg</w:t>
      </w:r>
      <w:proofErr w:type="spellEnd"/>
    </w:p>
    <w:p w14:paraId="75D8233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gcttgaagag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aagtttaagg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aaggtgtaga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gtttcttaga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gacggttggg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aaattgttaa</w:t>
      </w:r>
      <w:proofErr w:type="spellEnd"/>
    </w:p>
    <w:p w14:paraId="7FCCAB9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atttatctca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acctgtgctt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cggtggacaa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attgtcacct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gtgcaaagga</w:t>
      </w:r>
      <w:proofErr w:type="spellEnd"/>
    </w:p>
    <w:p w14:paraId="69DFD2F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aattaaggag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agtgttcaga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cattctttaa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ctttgtgtgc</w:t>
      </w:r>
      <w:proofErr w:type="spellEnd"/>
    </w:p>
    <w:p w14:paraId="4AAC309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tgactctatc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gagctaaact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taaagccttg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aatttaggtg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aaacatttgt</w:t>
      </w:r>
      <w:proofErr w:type="spellEnd"/>
    </w:p>
    <w:p w14:paraId="4AD187F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cacgcactca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aagggattgt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acagaaagtg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tgttaaatcc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agagaagaaa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ctggcctact</w:t>
      </w:r>
      <w:proofErr w:type="spellEnd"/>
    </w:p>
    <w:p w14:paraId="635A10E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catgcctcta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aaagccccaa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aagaaattat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ggagaaacac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ttcccacaga</w:t>
      </w:r>
      <w:proofErr w:type="spellEnd"/>
    </w:p>
    <w:p w14:paraId="1146752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agtgttaaca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gaggaagttg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caaccattag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aacaacctac</w:t>
      </w:r>
      <w:proofErr w:type="spellEnd"/>
    </w:p>
    <w:p w14:paraId="57087A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tagtgaagct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gttgaagctc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cattggttgg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tacaccagtt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tgtattaacg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ggcttatgtt</w:t>
      </w:r>
      <w:proofErr w:type="spellEnd"/>
    </w:p>
    <w:p w14:paraId="7B57638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gctcgaaatc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aaagacacag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aaaagtactg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tgcccttgca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</w:p>
    <w:p w14:paraId="6292886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caataccttc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acactcaaag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gcggtgcacc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aacaaaggtt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atgacactgt</w:t>
      </w:r>
      <w:proofErr w:type="spellEnd"/>
    </w:p>
    <w:p w14:paraId="2A8817E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gatagaagtg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caaggttaca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agagtgtgaa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tatcactttt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gaacttgatg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aaaggattga</w:t>
      </w:r>
      <w:proofErr w:type="spellEnd"/>
    </w:p>
    <w:p w14:paraId="420A11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taaagtactt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aatgagaagt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gctctgccta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ctcggtacag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aagtaaatga</w:t>
      </w:r>
      <w:proofErr w:type="spellEnd"/>
    </w:p>
    <w:p w14:paraId="174D21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gttcgcctgt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gttgtggcag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atgctgtcat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aaaaactttg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caaccagtat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ctgaattact</w:t>
      </w:r>
      <w:proofErr w:type="spellEnd"/>
    </w:p>
    <w:p w14:paraId="051A77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tacaccactg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ggcattgatt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tagatgagtg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gagtatggct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acatactact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tatttgatga</w:t>
      </w:r>
      <w:proofErr w:type="spellEnd"/>
    </w:p>
    <w:p w14:paraId="636E23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gtctggtgag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tttaaattgg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cttcacatat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gtattgttct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ttttaccctc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cagatgagga</w:t>
      </w:r>
      <w:proofErr w:type="spellEnd"/>
    </w:p>
    <w:p w14:paraId="134594E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ggtgattgtg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aagaagaaga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gtttgagcca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tcaactcaat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atgagtatgg</w:t>
      </w:r>
      <w:proofErr w:type="spellEnd"/>
    </w:p>
    <w:p w14:paraId="6F6F4B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tactgaagat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gattaccaag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gtaaaccttt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ggaatttggt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gccacttctg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ctgctcttca</w:t>
      </w:r>
      <w:proofErr w:type="spellEnd"/>
    </w:p>
    <w:p w14:paraId="1BA87E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acctgaagaa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gagcaagaag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aagattggtt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agatgatgat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agtcaacaaa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ctgttggtca</w:t>
      </w:r>
      <w:proofErr w:type="spellEnd"/>
    </w:p>
    <w:p w14:paraId="2A08B61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acaagacggc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agtgaggaca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tactattcaa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aggttcaacc</w:t>
      </w:r>
      <w:proofErr w:type="spellEnd"/>
    </w:p>
    <w:p w14:paraId="2B3F14F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tcaattagag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atggaactta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caccagttgt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tcagactatt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gaagtgaata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gttttagtgg</w:t>
      </w:r>
      <w:proofErr w:type="spellEnd"/>
    </w:p>
    <w:p w14:paraId="2E13CB1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atgtatacat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taaaaatgca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gacattgtgg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aagaagctaa</w:t>
      </w:r>
      <w:proofErr w:type="spellEnd"/>
    </w:p>
    <w:p w14:paraId="486384F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ccaacagtgg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ttgttaatgc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agccaatgtt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taccttaaac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atggaggagg</w:t>
      </w:r>
      <w:proofErr w:type="spellEnd"/>
    </w:p>
    <w:p w14:paraId="2CF05C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tgttgcagga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gccttaaata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aggctactaa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caatgccatg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caagttgaat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ctgatgatta</w:t>
      </w:r>
      <w:proofErr w:type="spellEnd"/>
    </w:p>
    <w:p w14:paraId="1C20697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catagctact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aatggaccac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ttaaagtggg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gttttaagcg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gacacaatct</w:t>
      </w:r>
      <w:proofErr w:type="spellEnd"/>
    </w:p>
    <w:p w14:paraId="227A9D1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tgctaaacac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tgtcttcatg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ttgtcggccc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aaatgttaac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</w:p>
    <w:p w14:paraId="54E8A72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tcttaagagt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attttaatca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gcacgaagtt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ctacttgcac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cattattatc</w:t>
      </w:r>
      <w:proofErr w:type="spellEnd"/>
    </w:p>
    <w:p w14:paraId="7C60BD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agctggtatt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accctataca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atactgttcg</w:t>
      </w:r>
      <w:proofErr w:type="spellEnd"/>
    </w:p>
    <w:p w14:paraId="26497B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cacaaatgtc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tacttagctg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tctttgataa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aaatctctat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gacaaacttg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tttcaagctt</w:t>
      </w:r>
      <w:proofErr w:type="spellEnd"/>
    </w:p>
    <w:p w14:paraId="6C052E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tttggaaatg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aagagtgaaa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agcaagttga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acaaaagatc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gctgagattc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ctaaagagga</w:t>
      </w:r>
      <w:proofErr w:type="spellEnd"/>
    </w:p>
    <w:p w14:paraId="1DDD6C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agttaagcca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aaagtaaacc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ttcagttgaa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cagagaaaac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aagatgataa</w:t>
      </w:r>
      <w:proofErr w:type="spellEnd"/>
    </w:p>
    <w:p w14:paraId="528840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gaaaatcaaa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aagaagttac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aacaactctg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gaagaaatta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agttcctcac</w:t>
      </w:r>
      <w:proofErr w:type="spellEnd"/>
    </w:p>
    <w:p w14:paraId="5021B3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agaaaacttg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ttgacattaa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tggcaatctt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catccagatt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ctgccactct</w:t>
      </w:r>
      <w:proofErr w:type="spellEnd"/>
    </w:p>
    <w:p w14:paraId="37EEF6A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tgttagtgac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attgacatca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ccatatatag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tgggtgatgt</w:t>
      </w:r>
      <w:proofErr w:type="spellEnd"/>
    </w:p>
    <w:p w14:paraId="657972B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tgttcaagag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tatacctact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aaaaaggctg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gtggcactac</w:t>
      </w:r>
      <w:proofErr w:type="spellEnd"/>
    </w:p>
    <w:p w14:paraId="7F3358C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tgaaatgcta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gcgaaagctt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tgagaaaagt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gccaacagac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ccacttaccc</w:t>
      </w:r>
      <w:proofErr w:type="spellEnd"/>
    </w:p>
    <w:p w14:paraId="6FE0E8B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gggtcagggt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acactgtaga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ggaggcaaag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acagtgctta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aaaagtgtaa</w:t>
      </w:r>
      <w:proofErr w:type="spellEnd"/>
    </w:p>
    <w:p w14:paraId="224D61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aagtgccttt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tacattctac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catctattat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ctctaatgag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aagcaagaaa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ttcttggaac</w:t>
      </w:r>
      <w:proofErr w:type="spellEnd"/>
    </w:p>
    <w:p w14:paraId="0DA6C4D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tgtttcttgg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aatttgcgag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aaatgcttgc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acatgcagaa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gaaacacgca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aattaatgcc</w:t>
      </w:r>
      <w:proofErr w:type="spellEnd"/>
    </w:p>
    <w:p w14:paraId="51DA28C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tgtctgtgtg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ccatagtttc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aactatacag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cgtaaatata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agggtattaa</w:t>
      </w:r>
      <w:proofErr w:type="spellEnd"/>
    </w:p>
    <w:p w14:paraId="395BF8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aatacaagag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ggtgtggttg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attatggtgc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tagattttac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ttttacacca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gtaaaacaac</w:t>
      </w:r>
      <w:proofErr w:type="spellEnd"/>
    </w:p>
    <w:p w14:paraId="18683A6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tgtagcgtca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cacttaacga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caatgccact</w:t>
      </w:r>
      <w:proofErr w:type="spellEnd"/>
    </w:p>
    <w:p w14:paraId="7195CA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tggctatgta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acacatggct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taaatttgga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cggtatatga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gatctctcaa</w:t>
      </w:r>
      <w:proofErr w:type="spellEnd"/>
    </w:p>
    <w:p w14:paraId="1A8484B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agtgccagct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acagtttctg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tttcttcacc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acagcgtata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atggttatct</w:t>
      </w:r>
      <w:proofErr w:type="spellEnd"/>
    </w:p>
    <w:p w14:paraId="68E4C39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ctgaagaaca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accatctcac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ttgctggttc</w:t>
      </w:r>
      <w:proofErr w:type="spellEnd"/>
    </w:p>
    <w:p w14:paraId="2B3040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ctataaagat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tggtcctatt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ctggacaatc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tacacaacta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ggtatagaat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ttcttaagag</w:t>
      </w:r>
      <w:proofErr w:type="spellEnd"/>
    </w:p>
    <w:p w14:paraId="7528A8F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aggtgataaa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acactagtaa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tcctaccaca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ttccacctag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atggtgaagt</w:t>
      </w:r>
      <w:proofErr w:type="spellEnd"/>
    </w:p>
    <w:p w14:paraId="33E662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tatcaccttt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ttctttgaga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gaagtgagga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ctattaaggt</w:t>
      </w:r>
      <w:proofErr w:type="spellEnd"/>
    </w:p>
    <w:p w14:paraId="286425A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gtagacaaca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ttaacctcca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cacgcaagtt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gtggacatgt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caatgacata</w:t>
      </w:r>
      <w:proofErr w:type="spellEnd"/>
    </w:p>
    <w:p w14:paraId="2504F78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tggacaacag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tttggtccaa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cttatttgga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tggagctgat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taaaacctca</w:t>
      </w:r>
      <w:proofErr w:type="spellEnd"/>
    </w:p>
    <w:p w14:paraId="4A98753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taattcacat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gaaggtaaaa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tttacctaat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gatgacactc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tacgtgttga</w:t>
      </w:r>
      <w:proofErr w:type="spellEnd"/>
    </w:p>
    <w:p w14:paraId="55D5BF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ggcttttgag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tactaccaca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caactgatcc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tagttttctg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ggtaggtaca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tgtcagcatt</w:t>
      </w:r>
      <w:proofErr w:type="spellEnd"/>
    </w:p>
    <w:p w14:paraId="04171F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aaatcacact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aaaaagtgga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aatacccaca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ttaacttcta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ttaaatgggc</w:t>
      </w:r>
      <w:proofErr w:type="spellEnd"/>
    </w:p>
    <w:p w14:paraId="0624C5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agataacaac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tgttatcttg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ccactgcatt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gttaacactc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caacaaatag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4BBFFF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taatccacct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gctctacaag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cagagcaagg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gctggtgaag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ctgctaactt</w:t>
      </w:r>
      <w:proofErr w:type="spellEnd"/>
    </w:p>
    <w:p w14:paraId="1FC224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ttgtgcactt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atcttagcct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actgtaataa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gacagtaggt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gagttaggtg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atgttagaga</w:t>
      </w:r>
      <w:proofErr w:type="spellEnd"/>
    </w:p>
    <w:p w14:paraId="75FCBA6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tacttgtttc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aacatgccaa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tgcaaaagag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tcttgaacgt</w:t>
      </w:r>
      <w:proofErr w:type="spellEnd"/>
    </w:p>
    <w:p w14:paraId="7B88A3F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ggtgtgtaaa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acttgtggac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aacagcagac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aacccttaag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ctgttatgta</w:t>
      </w:r>
      <w:proofErr w:type="spellEnd"/>
    </w:p>
    <w:p w14:paraId="44080A5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catgggcaca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gaaaggtgtt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cagatacctt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gtacgtgtgg</w:t>
      </w:r>
      <w:proofErr w:type="spellEnd"/>
    </w:p>
    <w:p w14:paraId="03814E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taaacaagct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acaaaatatc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tagtacaaca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ggagtcacct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tgtcagcacc</w:t>
      </w:r>
      <w:proofErr w:type="spellEnd"/>
    </w:p>
    <w:p w14:paraId="12B116C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acctgctcag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tatgaactta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agcatggtac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gctagtgagt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acactggtaa</w:t>
      </w:r>
      <w:proofErr w:type="spellEnd"/>
    </w:p>
    <w:p w14:paraId="2EC2B56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ttaccagtgt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ggtcactata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aacatataac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ttctaaagaa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actttgtatt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gcatagacgg</w:t>
      </w:r>
      <w:proofErr w:type="spellEnd"/>
    </w:p>
    <w:p w14:paraId="7EB692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tgctttactt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acaaagtcct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aggtcctatt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acggatgttt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tctacaaaga</w:t>
      </w:r>
      <w:proofErr w:type="spellEnd"/>
    </w:p>
    <w:p w14:paraId="3D1B4CA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aaacagttac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taaaaccagt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ttggatggtg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ttgtttgtac</w:t>
      </w:r>
      <w:proofErr w:type="spellEnd"/>
    </w:p>
    <w:p w14:paraId="5B58E8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cctaagttgg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taagaaagac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aattcttatt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tcacagagca</w:t>
      </w:r>
      <w:proofErr w:type="spellEnd"/>
    </w:p>
    <w:p w14:paraId="7CCD1F2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cttgtaccaa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tccaaacgca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agcttcgata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attttaagtt</w:t>
      </w:r>
      <w:proofErr w:type="spellEnd"/>
    </w:p>
    <w:p w14:paraId="643243E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tgtatgtgat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aatatcaaat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ttgctgatga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tttaaaccag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ataagaaacc</w:t>
      </w:r>
      <w:proofErr w:type="spellEnd"/>
    </w:p>
    <w:p w14:paraId="77651D6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tgcttcaaga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gagcttaaag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ccctgactta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tggtggctat</w:t>
      </w:r>
      <w:proofErr w:type="spellEnd"/>
    </w:p>
    <w:p w14:paraId="7D25389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tgattataaa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cactacacac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cctcttttaa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gaaaggagct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aaattgttac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ataaacctat</w:t>
      </w:r>
      <w:proofErr w:type="spellEnd"/>
    </w:p>
    <w:p w14:paraId="17F868E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tgtttggcat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gttaacaatg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caactaataa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agccacgtat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aaaccaaata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cctggtgtat</w:t>
      </w:r>
      <w:proofErr w:type="spellEnd"/>
    </w:p>
    <w:p w14:paraId="2FDCFF0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acgttgtctt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tggagcacaa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aaccagttga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aacatcaaat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tcgtttgatg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tactgaagtc</w:t>
      </w:r>
      <w:proofErr w:type="spellEnd"/>
    </w:p>
    <w:p w14:paraId="4C3036E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agaggacgcg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cagggaatgg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ataatcttgc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ctgcgaagat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ctaaaaccag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tctctgaaga</w:t>
      </w:r>
      <w:proofErr w:type="spellEnd"/>
    </w:p>
    <w:p w14:paraId="70B674A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agtagtggaa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aatcctacca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cgttcttgag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tgtaatgtga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aaactaccga</w:t>
      </w:r>
      <w:proofErr w:type="spellEnd"/>
    </w:p>
    <w:p w14:paraId="22A65B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agttgtagga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gacattatac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ttaaaccagc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aaataatagt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cagaagaggt</w:t>
      </w:r>
      <w:proofErr w:type="spellEnd"/>
    </w:p>
    <w:p w14:paraId="63058B4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tggccacaca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gatctaatgg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agtcttacta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ttaagaaacc</w:t>
      </w:r>
      <w:proofErr w:type="spellEnd"/>
    </w:p>
    <w:p w14:paraId="66BCA47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tctagagtat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aacccttgct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actcatggtt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tagctgctgt</w:t>
      </w:r>
      <w:proofErr w:type="spellEnd"/>
    </w:p>
    <w:p w14:paraId="6DFD5CB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taatagtgtc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ccttgggata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ctatagctaa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ttatgctaag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acaaagttgt</w:t>
      </w:r>
      <w:proofErr w:type="spellEnd"/>
    </w:p>
    <w:p w14:paraId="2BDBA8C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tagtacaact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actaacatag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ttacacggtg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tttaaaccgt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gtttgtacta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attatatgcc</w:t>
      </w:r>
      <w:proofErr w:type="spellEnd"/>
    </w:p>
    <w:p w14:paraId="24E5FC1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ttatttcttt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tacaattgtg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tacttttact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attctagaat</w:t>
      </w:r>
      <w:proofErr w:type="spellEnd"/>
    </w:p>
    <w:p w14:paraId="26058BA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taaagcatct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atgccgacta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ctatagcaaa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gaatactgtt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aagagtgtcg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gtaaattttg</w:t>
      </w:r>
      <w:proofErr w:type="spellEnd"/>
    </w:p>
    <w:p w14:paraId="3DCB321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tctagaggct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tcatttaatt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atttgaagtc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acctaatttt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</w:p>
    <w:p w14:paraId="374DDE4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aatttggttt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gtgtttgcct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atctactcaa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ccgctgcttt</w:t>
      </w:r>
      <w:proofErr w:type="spellEnd"/>
    </w:p>
    <w:p w14:paraId="4154DA3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aggtgtttta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atgtctaatt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taggcatgcc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ttcttactgt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actggttaca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gagaaggcta</w:t>
      </w:r>
      <w:proofErr w:type="spellEnd"/>
    </w:p>
    <w:p w14:paraId="6F43CE4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tttgaactct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actaatgtca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ctattgcaac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ctactgtact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ggttctatat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cttgtagtgt</w:t>
      </w:r>
      <w:proofErr w:type="spellEnd"/>
    </w:p>
    <w:p w14:paraId="174CC43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ttgtcttagt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ctttagacac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ctatccttct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ttagaaacta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tacaaattac</w:t>
      </w:r>
      <w:proofErr w:type="spellEnd"/>
    </w:p>
    <w:p w14:paraId="771077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catttcatct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tttaaatggg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atttaactgc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ttttggctta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gttgcagagt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ggtttttggc</w:t>
      </w:r>
      <w:proofErr w:type="spellEnd"/>
    </w:p>
    <w:p w14:paraId="4DB6FE3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atatattctt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ttcactaggt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acttggattg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gctgcaatca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tgcaattgtt</w:t>
      </w:r>
      <w:proofErr w:type="spellEnd"/>
    </w:p>
    <w:p w14:paraId="004333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tttgcagtac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attttattag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taattcttgg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taataattaa</w:t>
      </w:r>
      <w:proofErr w:type="spellEnd"/>
    </w:p>
    <w:p w14:paraId="2D1DDBE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atggccccga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tttcagctat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ggttagaatg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tacatcttcg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ttgcatcatt</w:t>
      </w:r>
      <w:proofErr w:type="spellEnd"/>
    </w:p>
    <w:p w14:paraId="6D89F6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ttattatgta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tggaaaagtt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atgtgcatgt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tgtagacggt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tgtaattcat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caacttgtat</w:t>
      </w:r>
      <w:proofErr w:type="spellEnd"/>
    </w:p>
    <w:p w14:paraId="60BF7CB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gatgtgttac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aaacgtaata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gagcaacaag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agtcgaatgt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acaactattg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2D20D0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tagaaggtcc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aggtaaaggc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ttttgcaaac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tacacaattg</w:t>
      </w:r>
      <w:proofErr w:type="spellEnd"/>
    </w:p>
    <w:p w14:paraId="5EE00C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gaattgtgtt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aattgtgata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cattctgtgc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tggtagtaca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tttattagtg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atgaagttgc</w:t>
      </w:r>
      <w:proofErr w:type="spellEnd"/>
    </w:p>
    <w:p w14:paraId="5440A19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gagagacttg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tcactacagt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aataaatcct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actgaccagt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cttcttacat</w:t>
      </w:r>
      <w:proofErr w:type="spellEnd"/>
    </w:p>
    <w:p w14:paraId="4E833B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cgttgatagt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gttacagtga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agaatggttc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catccatctt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tactttgata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aagctggtca</w:t>
      </w:r>
      <w:proofErr w:type="spellEnd"/>
    </w:p>
    <w:p w14:paraId="1B9BDD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gaaagacatt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ctctctctca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ttttgttaac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ttagacaacc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tgagagctaa</w:t>
      </w:r>
      <w:proofErr w:type="spellEnd"/>
    </w:p>
    <w:p w14:paraId="458F75B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taacactaaa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ggttcattgc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ctattaatgt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tatagttttt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caaaatgtga</w:t>
      </w:r>
      <w:proofErr w:type="spellEnd"/>
    </w:p>
    <w:p w14:paraId="2BA4B5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agaatcatct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gcaaaatcag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cgtctgttta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ctacagtcag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cttatgtgtc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aacctatact</w:t>
      </w:r>
      <w:proofErr w:type="spellEnd"/>
    </w:p>
    <w:p w14:paraId="68DD0AF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gttactagat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caggcattag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tgtctgatgt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tggtgatagt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gcggaagttg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cagttaaaat</w:t>
      </w:r>
      <w:proofErr w:type="spellEnd"/>
    </w:p>
    <w:p w14:paraId="02F9C6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tacgttaata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cgttttcatc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aacttttaac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gtaccaatgg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aaaaactcaa</w:t>
      </w:r>
      <w:proofErr w:type="spellEnd"/>
    </w:p>
    <w:p w14:paraId="433B156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aacactagtt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gcaactgcag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aagctgaact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gtgtccttag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acaatgtctt</w:t>
      </w:r>
      <w:proofErr w:type="spellEnd"/>
    </w:p>
    <w:p w14:paraId="4CB0FEC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atctactttt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atttcagcag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ctcggcaagg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tcagatgtag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aaactaaaga</w:t>
      </w:r>
      <w:proofErr w:type="spellEnd"/>
    </w:p>
    <w:p w14:paraId="3D2B6B3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tgtcacatca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atctgacata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gaagttactg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gcgatagttg</w:t>
      </w:r>
      <w:proofErr w:type="spellEnd"/>
    </w:p>
    <w:p w14:paraId="45BD030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taataactat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atgctcacct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ataacaaagt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tgaaaacatg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acaccccgtg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accttggtgc</w:t>
      </w:r>
      <w:proofErr w:type="spellEnd"/>
    </w:p>
    <w:p w14:paraId="7F2A32E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tgtagtgcgc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gtcatattaa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tgcgcaggta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gcaaaaagtc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acaacattgc</w:t>
      </w:r>
      <w:proofErr w:type="spellEnd"/>
    </w:p>
    <w:p w14:paraId="10EECDF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tttgatatgg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aacgttaaag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atttcatgtc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attgtctgaa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caactacgaa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aacaaatacg</w:t>
      </w:r>
      <w:proofErr w:type="spellEnd"/>
    </w:p>
    <w:p w14:paraId="345F2EC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aaaaagaata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acttaccttt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taagttgaca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tgtgcaacta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ctagacaagt</w:t>
      </w:r>
      <w:proofErr w:type="spellEnd"/>
    </w:p>
    <w:p w14:paraId="42916F4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tgttaatgtt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gtaacaacaa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agatagcact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taagggtggt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ataattggtt</w:t>
      </w:r>
      <w:proofErr w:type="spellEnd"/>
    </w:p>
    <w:p w14:paraId="6067472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gaagcagtta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attaaagtta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gctgctattt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tctatttaat</w:t>
      </w:r>
      <w:proofErr w:type="spellEnd"/>
    </w:p>
    <w:p w14:paraId="75221B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aacacctgtt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catgtcatgt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ctaaacatac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tgacttttca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agtgaaatca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taggatacaa</w:t>
      </w:r>
      <w:proofErr w:type="spellEnd"/>
    </w:p>
    <w:p w14:paraId="3896551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ggctattgat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ctcgtgacat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agcatctaca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gatacttgtt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ttgctaacaa</w:t>
      </w:r>
      <w:proofErr w:type="spellEnd"/>
    </w:p>
    <w:p w14:paraId="7A4B7F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acatgctgat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tttgacacat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ggtttagcca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gcgtggtggt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agttatacta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atgacaaagc</w:t>
      </w:r>
      <w:proofErr w:type="spellEnd"/>
    </w:p>
    <w:p w14:paraId="3D6B9A9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ttgcccattg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attgctgcag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tcataacaag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agaagtgggt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tttgtcgtgc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ctggtttgcc</w:t>
      </w:r>
      <w:proofErr w:type="spellEnd"/>
    </w:p>
    <w:p w14:paraId="6415F30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tggcacgata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ttacgcacaa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ctaatggtga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ctttttgcat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ttcttaccta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gagtttttag</w:t>
      </w:r>
      <w:proofErr w:type="spellEnd"/>
    </w:p>
    <w:p w14:paraId="39188C5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tgcagttggt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acacaccatc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aaaacttata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actttgcaac</w:t>
      </w:r>
      <w:proofErr w:type="spellEnd"/>
    </w:p>
    <w:p w14:paraId="7DCD903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atcagcttgt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gttttggctg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ctgaatgtac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gatgcttctg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gtaagccagt</w:t>
      </w:r>
      <w:proofErr w:type="spellEnd"/>
    </w:p>
    <w:p w14:paraId="5221A1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tatgatacca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atgtactaga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gcttatgaaa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gtttacgccc</w:t>
      </w:r>
      <w:proofErr w:type="spellEnd"/>
    </w:p>
    <w:p w14:paraId="6F486AC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tgacacacgt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tatgtgctca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tggatggctc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tattattcaa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tttcctaaca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cctaccttga</w:t>
      </w:r>
      <w:proofErr w:type="spellEnd"/>
    </w:p>
    <w:p w14:paraId="4834DDB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agagtggtaa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ttctgagtac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tgtaggcacg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gcacttgtga</w:t>
      </w:r>
      <w:proofErr w:type="spellEnd"/>
    </w:p>
    <w:p w14:paraId="2F2B4AF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aagatcagaa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gctggtgttt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gtgtatctac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tagtggtaga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acaatgatta</w:t>
      </w:r>
      <w:proofErr w:type="spellEnd"/>
    </w:p>
    <w:p w14:paraId="2AE6CA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ttacagatct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ttaccaggag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gtaaatttac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ttactaatat</w:t>
      </w:r>
      <w:proofErr w:type="spellEnd"/>
    </w:p>
    <w:p w14:paraId="72F85C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gtttacacca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ctaattcaac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ctattggtgc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tttggacata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tcagcatcta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tagtagctgg</w:t>
      </w:r>
      <w:proofErr w:type="spellEnd"/>
    </w:p>
    <w:p w14:paraId="3D0093E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gctatcgtag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taacatgcct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tgcctactat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tttatgaggt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ttagaagagc</w:t>
      </w:r>
      <w:proofErr w:type="spellEnd"/>
    </w:p>
    <w:p w14:paraId="5A37E29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ttttggtgaa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tacagtcatg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tagttgcctt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ctattcctta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tgtcattcac</w:t>
      </w:r>
      <w:proofErr w:type="spellEnd"/>
    </w:p>
    <w:p w14:paraId="2CFD49A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tgtactctgt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ttaacaccag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tttactcatt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cttacctggt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ttatttactt</w:t>
      </w:r>
      <w:proofErr w:type="spellEnd"/>
    </w:p>
    <w:p w14:paraId="0BFF2A0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gtacttgaca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ctaatgatgt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gcacatattc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agtggatggt</w:t>
      </w:r>
      <w:proofErr w:type="spellEnd"/>
    </w:p>
    <w:p w14:paraId="56FBA49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tatgttcaca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ctttctggat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aacaattgct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tatatcattt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gtatttccac</w:t>
      </w:r>
      <w:proofErr w:type="spellEnd"/>
    </w:p>
    <w:p w14:paraId="0EE5CCC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aaagcatttc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tattggttct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ttagtaatta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cctaaagaga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cgtgtagtct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ttaatggtgt</w:t>
      </w:r>
      <w:proofErr w:type="spellEnd"/>
    </w:p>
    <w:p w14:paraId="20ED062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ttcctttagt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aagctgcgct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gtgcaccttt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aagaaatgta</w:t>
      </w:r>
      <w:proofErr w:type="spellEnd"/>
    </w:p>
    <w:p w14:paraId="401180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cgtagtgatg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tgttattacc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tcctacgcaa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tataatagat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acttagctct</w:t>
      </w:r>
      <w:proofErr w:type="spellEnd"/>
    </w:p>
    <w:p w14:paraId="7A88E2A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ttataataag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tacaagtatt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ttagtggagc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aatggataca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actagctaca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gagaagctgc</w:t>
      </w:r>
      <w:proofErr w:type="spellEnd"/>
    </w:p>
    <w:p w14:paraId="706B974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ttgttgtcat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ctcgcaaagg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ctctcaatga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cttcagtaac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tcaggttctg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atgttcttta</w:t>
      </w:r>
      <w:proofErr w:type="spellEnd"/>
    </w:p>
    <w:p w14:paraId="6A984A3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ccaaccacca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caaatctcta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tcacctcagc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agtggtttta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gaaaaatggc</w:t>
      </w:r>
      <w:proofErr w:type="spellEnd"/>
    </w:p>
    <w:p w14:paraId="6F636FA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attcccatct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agagttgtat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ggtacaagta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acttgtggta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caactacact</w:t>
      </w:r>
      <w:proofErr w:type="spellEnd"/>
    </w:p>
    <w:p w14:paraId="54BF2D7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taacggtctt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453EFE8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1CB7368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</w:p>
    <w:p w14:paraId="3BB4407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nnnnnnnnnn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nnnnnnnnaa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gacacctaag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tataagtttg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ttcgcattca</w:t>
      </w:r>
      <w:proofErr w:type="spellEnd"/>
    </w:p>
    <w:p w14:paraId="0D1B25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accaggacag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ttacaatggt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tcaccatctg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gtgtttacca</w:t>
      </w:r>
      <w:proofErr w:type="spellEnd"/>
    </w:p>
    <w:p w14:paraId="65749F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atgtgctatg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aggcccaatt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tcactattaa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gggttcattc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cttaatggtt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catgtggtag</w:t>
      </w:r>
      <w:proofErr w:type="spellEnd"/>
    </w:p>
    <w:p w14:paraId="461E69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tgttggtttt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ctctttttgt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atatggaatt</w:t>
      </w:r>
      <w:proofErr w:type="spellEnd"/>
    </w:p>
    <w:p w14:paraId="17B84E9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accaactgga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gttcatgctg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gcacagactt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agaaggtaac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ttttatggac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cttttgttga</w:t>
      </w:r>
      <w:proofErr w:type="spellEnd"/>
    </w:p>
    <w:p w14:paraId="14AC7D6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caggcaaaca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gcacaagcag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ctggtacgga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cacaactatt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acagttaatg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ttttagcttg</w:t>
      </w:r>
      <w:proofErr w:type="spellEnd"/>
    </w:p>
    <w:p w14:paraId="3853C43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gttgtacgct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atggagacag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gtggtttctc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aatcgattta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ccacaactct</w:t>
      </w:r>
      <w:proofErr w:type="spellEnd"/>
    </w:p>
    <w:p w14:paraId="009C40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taatgacttt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aaccttgtgg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caattatgaa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cctctaacac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aagaccatgt</w:t>
      </w:r>
      <w:proofErr w:type="spellEnd"/>
    </w:p>
    <w:p w14:paraId="0567827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tgacatacta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ggacctcttt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ctgctcaaac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tggaattgcc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gttttagata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tgtgtgcttc</w:t>
      </w:r>
      <w:proofErr w:type="spellEnd"/>
    </w:p>
    <w:p w14:paraId="6F04778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atggtatgaa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tggacgtacc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atattgggta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gtgctttatt</w:t>
      </w:r>
      <w:proofErr w:type="spellEnd"/>
    </w:p>
    <w:p w14:paraId="196B58A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agaagatgaa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tttacacctt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tagacaatgc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tcaggtgtta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ctttccaaag</w:t>
      </w:r>
      <w:proofErr w:type="spellEnd"/>
    </w:p>
    <w:p w14:paraId="46343B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tgcagtgaaa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agaacaatca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agggtacaca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ccactggttg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ttttgacttc</w:t>
      </w:r>
      <w:proofErr w:type="spellEnd"/>
    </w:p>
    <w:p w14:paraId="5CEB13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acttttagtt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ttagtccaga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gtactcaatg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gtctttgttc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ttttttttgt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atgaaaatgc</w:t>
      </w:r>
      <w:proofErr w:type="spellEnd"/>
    </w:p>
    <w:p w14:paraId="414C057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ctttttacct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tttgctatgg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tatgtctgct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tgtttgtcaa</w:t>
      </w:r>
      <w:proofErr w:type="spellEnd"/>
    </w:p>
    <w:p w14:paraId="1C7A3E5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acataagcat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gcatttctct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gtttgttttt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tagcttattt</w:t>
      </w:r>
      <w:proofErr w:type="spellEnd"/>
    </w:p>
    <w:p w14:paraId="18B715A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taatatggtc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tatatgcctg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ctagttgggt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gatgcgtatt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atgacatggt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tggatatggt</w:t>
      </w:r>
      <w:proofErr w:type="spellEnd"/>
    </w:p>
    <w:p w14:paraId="42C5A2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tgatactagt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ttgaagctaa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tatgtatgca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tcagctgtag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tgttactaat</w:t>
      </w:r>
      <w:proofErr w:type="spellEnd"/>
    </w:p>
    <w:p w14:paraId="33070A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ccttatgaca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gcaagaactg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tgtatgatga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tggtgctagg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agagtgtgga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cacttatgaa</w:t>
      </w:r>
      <w:proofErr w:type="spellEnd"/>
    </w:p>
    <w:p w14:paraId="301C4C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ctcgtttata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ttagatcaag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ccatttccat</w:t>
      </w:r>
      <w:proofErr w:type="spellEnd"/>
    </w:p>
    <w:p w14:paraId="48BA88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gtgggctctt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ataatctctg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ttacttctaa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ctactcaggt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gtagttacaa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ctgtcatgtt</w:t>
      </w:r>
      <w:proofErr w:type="spellEnd"/>
    </w:p>
    <w:p w14:paraId="371BE28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tttggccaga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ggtattgttt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tgagtattgc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cctattttct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tcataactgg</w:t>
      </w:r>
      <w:proofErr w:type="spellEnd"/>
    </w:p>
    <w:p w14:paraId="43CED75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taatacactt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cagtgtataa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ggctattttt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gtacttgtta</w:t>
      </w:r>
      <w:proofErr w:type="spellEnd"/>
    </w:p>
    <w:p w14:paraId="7127430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ctttggcctc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ttttgtttac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tcaaccgcta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ctttagactg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tttatgatta</w:t>
      </w:r>
      <w:proofErr w:type="spellEnd"/>
    </w:p>
    <w:p w14:paraId="0A44108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cttagtttct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acacaggagt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ttagatatat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gaattcacag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ggactactcc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cacccaagaa</w:t>
      </w:r>
      <w:proofErr w:type="spellEnd"/>
    </w:p>
    <w:p w14:paraId="703AFD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tagcatagat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gccttcaaac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tcaacattaa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attgttgggt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gttggtggca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aaccttgtat</w:t>
      </w:r>
      <w:proofErr w:type="spellEnd"/>
    </w:p>
    <w:p w14:paraId="222B989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caaagtagcc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actgtacagt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agatgtaaag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tgcacatcag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</w:p>
    <w:p w14:paraId="7D8943C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ctcagttttg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caacaactca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gagtagaatc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atcatctaaa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ttgtgggctc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aatgtgtcca</w:t>
      </w:r>
      <w:proofErr w:type="spellEnd"/>
    </w:p>
    <w:p w14:paraId="15FAE7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gttacacaat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gacattctct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tagctaaaga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tactactgaa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gcctttgaaa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aaatggtttc</w:t>
      </w:r>
      <w:proofErr w:type="spellEnd"/>
    </w:p>
    <w:p w14:paraId="5599169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actactttct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ccatgcaggg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tgctgtagac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ataaacaagc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tttgtgaaga</w:t>
      </w:r>
      <w:proofErr w:type="spellEnd"/>
    </w:p>
    <w:p w14:paraId="6D04DCB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aatgctggac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aacagggcaa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ccttacaagc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tatagcctca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gagtttagtt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cccttccatc</w:t>
      </w:r>
      <w:proofErr w:type="spellEnd"/>
    </w:p>
    <w:p w14:paraId="6E9489A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atatgcagct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tttgctactg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ctcaagaagc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ttatgagcag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atggtgattc</w:t>
      </w:r>
      <w:proofErr w:type="spellEnd"/>
    </w:p>
    <w:p w14:paraId="5372EE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tgaagaagtc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tttgaatgtg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gctaaatctg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aatttgaccg</w:t>
      </w:r>
      <w:proofErr w:type="spellEnd"/>
    </w:p>
    <w:p w14:paraId="7B3DC5B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tgatgcagcc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atgcaacgta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agttggaaaa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caagctatga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cccaaatgta</w:t>
      </w:r>
      <w:proofErr w:type="spellEnd"/>
    </w:p>
    <w:p w14:paraId="0BD6DD6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taaacaggct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agatctgagg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acaagagggc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aaaagttact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agtgctatgc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agacaatgct</w:t>
      </w:r>
      <w:proofErr w:type="spellEnd"/>
    </w:p>
    <w:p w14:paraId="4CF80BF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tttcactatg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cttagaaagt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tggataatga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tgcactcaac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aacattatca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acaatgcaag</w:t>
      </w:r>
      <w:proofErr w:type="spellEnd"/>
    </w:p>
    <w:p w14:paraId="62F0A7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agatggttgt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gttcccttga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acataatacc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gcagccaaac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taatggttgt</w:t>
      </w:r>
      <w:proofErr w:type="spellEnd"/>
    </w:p>
    <w:p w14:paraId="4552E0A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cataccagac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tataacacat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gtgtgatggt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</w:p>
    <w:p w14:paraId="17803B8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agcattgtgg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gaaatccaac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aggttgtaga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tgcagatagt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aacttagtga</w:t>
      </w:r>
      <w:proofErr w:type="spellEnd"/>
    </w:p>
    <w:p w14:paraId="2D78AF5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aattagtatg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gacaattcac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ctaatttagc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atggcctctt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attgtaacag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ctttaagggc</w:t>
      </w:r>
      <w:proofErr w:type="spellEnd"/>
    </w:p>
    <w:p w14:paraId="09EB7BC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caattctgct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gtcaaattac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agaataatga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gcttagtcct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gttgcactac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gacagatgtc</w:t>
      </w:r>
      <w:proofErr w:type="spellEnd"/>
    </w:p>
    <w:p w14:paraId="29F7DBE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ttgtgctgcc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ggtactacac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aaactgcttg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cactgatgac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aatgcgttag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cttactacaa</w:t>
      </w:r>
      <w:proofErr w:type="spellEnd"/>
    </w:p>
    <w:p w14:paraId="24BC14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cacaacaaag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ggaggtaggt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ttgtacttgc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actgttatcc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gatttacagg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atttgaaatg</w:t>
      </w:r>
      <w:proofErr w:type="spellEnd"/>
    </w:p>
    <w:p w14:paraId="5E6FDA3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ggctagattc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cctaagagtg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atggaactgg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tactatctat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acagaactgg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aaccaccttg</w:t>
      </w:r>
      <w:proofErr w:type="spellEnd"/>
    </w:p>
    <w:p w14:paraId="04139AF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acagacacac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ctaaaggtcc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tatttatact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ttattaaagg</w:t>
      </w:r>
      <w:proofErr w:type="spellEnd"/>
    </w:p>
    <w:p w14:paraId="7F2CE2E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gtatggtact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gctgccacag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tacgtctaca</w:t>
      </w:r>
      <w:proofErr w:type="spellEnd"/>
    </w:p>
    <w:p w14:paraId="7809845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agctggtaat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tgcctgccaa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ttcaactgta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ttatctttct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gtgcttttgc</w:t>
      </w:r>
      <w:proofErr w:type="spellEnd"/>
    </w:p>
    <w:p w14:paraId="2027084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gctaaagctt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acaaagatta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tctagctagt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gggggacaac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caatcactaa</w:t>
      </w:r>
      <w:proofErr w:type="spellEnd"/>
    </w:p>
    <w:p w14:paraId="14762DD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ttgtgttaag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atgttgtgta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tactggtcag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gcaataacag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ttacaccgga</w:t>
      </w:r>
      <w:proofErr w:type="spellEnd"/>
    </w:p>
    <w:p w14:paraId="14C96FF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agccaatatg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gatcaagaat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cctttggtgg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tgcatcgtgt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tgtctgtact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gccgttgcca</w:t>
      </w:r>
      <w:proofErr w:type="spellEnd"/>
    </w:p>
    <w:p w14:paraId="0ED92E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catagatcat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ccaaacccta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aaggattttg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tgacttaaaa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ggtaagtatg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tacaaatacc</w:t>
      </w:r>
      <w:proofErr w:type="spellEnd"/>
    </w:p>
    <w:p w14:paraId="3CE9E58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gctaatgacc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ctgtgggttt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aacacagtct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gtaccgtctg</w:t>
      </w:r>
      <w:proofErr w:type="spellEnd"/>
    </w:p>
    <w:p w14:paraId="74185FE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cggtatgtgg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tgatcaactc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cgcgaaccca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tgcttcagtc</w:t>
      </w:r>
      <w:proofErr w:type="spellEnd"/>
    </w:p>
    <w:p w14:paraId="662459F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agctgatgca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caatcgtttt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taaacgggtt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tgcggtgtaa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gtgcagcccg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tcttacaccg</w:t>
      </w:r>
      <w:proofErr w:type="spellEnd"/>
    </w:p>
    <w:p w14:paraId="1B9D31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tgcggcacag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gcactagtac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tgatgtcgta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tatagggctt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caatgataaa</w:t>
      </w:r>
      <w:proofErr w:type="spellEnd"/>
    </w:p>
    <w:p w14:paraId="789123F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gtagctggtt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cctaaaaact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aattgttgtc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gcttccaaga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aaaggacgaa</w:t>
      </w:r>
      <w:proofErr w:type="spellEnd"/>
    </w:p>
    <w:p w14:paraId="731DB6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gatgacaatt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taattgattc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gttaagagac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acactttctc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taactaccaa</w:t>
      </w:r>
      <w:proofErr w:type="spellEnd"/>
    </w:p>
    <w:p w14:paraId="55FDFB8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catgaagaaa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caatttataa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tttacttaag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gattgtccag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ctgttgctaa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acatgacttc</w:t>
      </w:r>
      <w:proofErr w:type="spellEnd"/>
    </w:p>
    <w:p w14:paraId="0BA84F6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gaatagacgg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tgacatggta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ccacatatat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cacgtcaacg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tcttactaaa</w:t>
      </w:r>
      <w:proofErr w:type="spellEnd"/>
    </w:p>
    <w:p w14:paraId="52F9F9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cagacctcgt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ctatgcttta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aggcattttg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atgaaggtaa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ttgtgacaca</w:t>
      </w:r>
      <w:proofErr w:type="spellEnd"/>
    </w:p>
    <w:p w14:paraId="5AD560F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tacttgtcac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atacaattgt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tgtgatgatg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taaaaaggac</w:t>
      </w:r>
      <w:proofErr w:type="spellEnd"/>
    </w:p>
    <w:p w14:paraId="46F692E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ttgtagaaaa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cccagatata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ttacgcgtat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acgccaactt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aggtgaacgt</w:t>
      </w:r>
      <w:proofErr w:type="spellEnd"/>
    </w:p>
    <w:p w14:paraId="7C6E0B8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gtacgccaag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ccatgcgaaa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tgctggtatt</w:t>
      </w:r>
      <w:proofErr w:type="spellEnd"/>
    </w:p>
    <w:p w14:paraId="24BCCD3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gttggtgtac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taatcaagat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ctcaatggta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actggtatga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tttcggtgat</w:t>
      </w:r>
      <w:proofErr w:type="spellEnd"/>
    </w:p>
    <w:p w14:paraId="7A19F0B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ttcatacaaa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ccacgccagg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tagtggagtt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cctgttgtag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ttcattgtta</w:t>
      </w:r>
      <w:proofErr w:type="spellEnd"/>
    </w:p>
    <w:p w14:paraId="5034F46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atgcctatat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taaccttgac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cagggcttta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actgcagagt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cacatgttga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cactgactta</w:t>
      </w:r>
      <w:proofErr w:type="spellEnd"/>
    </w:p>
    <w:p w14:paraId="1A91BFF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acaaagcctt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ggatttgtta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aaatatgact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tcacggaaga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gaggttaaaa</w:t>
      </w:r>
      <w:proofErr w:type="spellEnd"/>
    </w:p>
    <w:p w14:paraId="647DE2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ctctttgacc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atattgggat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cagacatacc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acccaaattg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tgttaactgt</w:t>
      </w:r>
      <w:proofErr w:type="spellEnd"/>
    </w:p>
    <w:p w14:paraId="4C79B43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gatgcattct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gcattgtgca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aactttaatg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ttttattctc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tacagtgttc</w:t>
      </w:r>
      <w:proofErr w:type="spellEnd"/>
    </w:p>
    <w:p w14:paraId="7404681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ccacttacaa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gttttggacc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actagtgaga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tccatttgta</w:t>
      </w:r>
      <w:proofErr w:type="spellEnd"/>
    </w:p>
    <w:p w14:paraId="6819413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gtttcaactg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gataccactt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cagagagcta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ggtgttgtac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ataatcagga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tgtaaactta</w:t>
      </w:r>
      <w:proofErr w:type="spellEnd"/>
    </w:p>
    <w:p w14:paraId="2BE700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catagctcta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gacttagttt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taaggaatta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cttgtgtatg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ctgctgaccc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tgctatgcac</w:t>
      </w:r>
      <w:proofErr w:type="spellEnd"/>
    </w:p>
    <w:p w14:paraId="57FB65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gtaatctatt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actagataaa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cgcactacgt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gcttttcagt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agctgcactt</w:t>
      </w:r>
      <w:proofErr w:type="spellEnd"/>
    </w:p>
    <w:p w14:paraId="6280DF7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ttgcttttca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cccggtaatt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cttctatgac</w:t>
      </w:r>
      <w:proofErr w:type="spellEnd"/>
    </w:p>
    <w:p w14:paraId="050A2AA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ctaagggttt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ctttaaggaa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ggaagttctg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ttgaattaaa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acacttcttc</w:t>
      </w:r>
      <w:proofErr w:type="spellEnd"/>
    </w:p>
    <w:p w14:paraId="72123E1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tttgctcagg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tgctatcagc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actatcgtta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taatctacca</w:t>
      </w:r>
      <w:proofErr w:type="spellEnd"/>
    </w:p>
    <w:p w14:paraId="40E6311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acaatgtgtg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atatcagaca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actactattt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gtagttgaag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ttgttgataa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gtactttgat</w:t>
      </w:r>
      <w:proofErr w:type="spellEnd"/>
    </w:p>
    <w:p w14:paraId="59F5DC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tgttacgatg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gtggctgtat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taatgctaac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caagtcatcg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tcaacaacct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agacaaatca</w:t>
      </w:r>
      <w:proofErr w:type="spellEnd"/>
    </w:p>
    <w:p w14:paraId="48134DD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gctggttttc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catttaataa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atggggtaag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gctagacttt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attatgattc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aatgagttat</w:t>
      </w:r>
      <w:proofErr w:type="spellEnd"/>
    </w:p>
    <w:p w14:paraId="279E5FE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gaggatcaag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cgcatataca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aaacgtaatg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tcatccctac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tataactcaa</w:t>
      </w:r>
      <w:proofErr w:type="spellEnd"/>
    </w:p>
    <w:p w14:paraId="01D264E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atgaatctta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agtatgccat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tagtgcaaag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aatagagctc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gcaccgtagc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tggtgtctct</w:t>
      </w:r>
      <w:proofErr w:type="spellEnd"/>
    </w:p>
    <w:p w14:paraId="7F76DEE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atctgtagta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ctatgaccaa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tagacagttt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catcaaaaat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tattgaaatc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aatagccgcc</w:t>
      </w:r>
      <w:proofErr w:type="spellEnd"/>
    </w:p>
    <w:p w14:paraId="0E51C84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actagaggag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ctactgtagt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aattggaaca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agcaaattct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atggtggttg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gcacaacatg</w:t>
      </w:r>
      <w:proofErr w:type="spellEnd"/>
    </w:p>
    <w:p w14:paraId="727CB7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tttatagtga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cctcacctta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tgggttggga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ttatcctaaa</w:t>
      </w:r>
      <w:proofErr w:type="spellEnd"/>
    </w:p>
    <w:p w14:paraId="35A387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tgtgatagag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ccatgcctaa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catgcttaga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attatggcct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cacttgttct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tgctcgcaaa</w:t>
      </w:r>
      <w:proofErr w:type="spellEnd"/>
    </w:p>
    <w:p w14:paraId="5D834F5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catacaacgt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gttgtagctt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gtcacaccgt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ttctatagat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tagctaatga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gtgtgctcaa</w:t>
      </w:r>
      <w:proofErr w:type="spellEnd"/>
    </w:p>
    <w:p w14:paraId="11883E8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gtattgagtg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aaatggtcat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gtgtggcggt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tcactatatg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ttaaaccagg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tggaacctca</w:t>
      </w:r>
      <w:proofErr w:type="spellEnd"/>
    </w:p>
    <w:p w14:paraId="32D2E30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tcaggagatg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ccacaactgc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ttatgctaat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agctgtcacg</w:t>
      </w:r>
      <w:proofErr w:type="spellEnd"/>
    </w:p>
    <w:p w14:paraId="5F5B9F2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gccaatgtta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atgcactttt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ggtaacaaaa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ttgccgataa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gtatgtccgc</w:t>
      </w:r>
      <w:proofErr w:type="spellEnd"/>
    </w:p>
    <w:p w14:paraId="58F4F2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acagacttta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tgagtgtctc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tatagaaata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gagatgttga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</w:p>
    <w:p w14:paraId="480D006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tttacgcata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tttgcgtaaa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tgatgatact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ctctgacgat</w:t>
      </w:r>
      <w:proofErr w:type="spellEnd"/>
    </w:p>
    <w:p w14:paraId="35D62BB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gtttcaatag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cacttatgca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tctcaaggtc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tagtggctag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cataaagaac</w:t>
      </w:r>
      <w:proofErr w:type="spellEnd"/>
    </w:p>
    <w:p w14:paraId="7456F3D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tttaagtcag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tcaaaacaat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ctgaagcaaa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atgttggact</w:t>
      </w:r>
      <w:proofErr w:type="spellEnd"/>
    </w:p>
    <w:p w14:paraId="46D4CD4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gagactgacc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ttactaaagg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acctcatgaa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ttttgctctc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aacatacaat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gctagttaaa</w:t>
      </w:r>
      <w:proofErr w:type="spellEnd"/>
    </w:p>
    <w:p w14:paraId="6CD3FEB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attatgtgta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ccttccttac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ccagatccat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caagaatcct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aggggccggc</w:t>
      </w:r>
      <w:proofErr w:type="spellEnd"/>
    </w:p>
    <w:p w14:paraId="1BDFE88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atgatatcgt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aaaaacagat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ggtacactta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tgattgaacg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gttcgtgtct</w:t>
      </w:r>
      <w:proofErr w:type="spellEnd"/>
    </w:p>
    <w:p w14:paraId="77E9786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ttagctatag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atgcttaccc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acttactaaa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catcctaatc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aggagtatgc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tgatgtcttt</w:t>
      </w:r>
      <w:proofErr w:type="spellEnd"/>
    </w:p>
    <w:p w14:paraId="52BD326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catttgtact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tacaatacat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aagaaagcta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catgatgagt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taacaggaca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catgttagac</w:t>
      </w:r>
      <w:proofErr w:type="spellEnd"/>
    </w:p>
    <w:p w14:paraId="3F4386B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atgtattctg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ttatgcttac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taatgataac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acttcaaggt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attgggaacc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tgagttttat</w:t>
      </w:r>
      <w:proofErr w:type="spellEnd"/>
    </w:p>
    <w:p w14:paraId="1C94DB0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gaggctatgt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acacaccgca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caggctgttg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gggcttgtgt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tctttgcaat</w:t>
      </w:r>
      <w:proofErr w:type="spellEnd"/>
    </w:p>
    <w:p w14:paraId="15A3514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tcacagactt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cattaagatg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tggtgcttgc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atacgtagac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cattcttatg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ttgtaaatgc</w:t>
      </w:r>
      <w:proofErr w:type="spellEnd"/>
    </w:p>
    <w:p w14:paraId="3571809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tgttacgacc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atgtcatatc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aacatcacat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aaattagtct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tgtctgttaa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tccgtatgtt</w:t>
      </w:r>
      <w:proofErr w:type="spellEnd"/>
    </w:p>
    <w:p w14:paraId="5E5FB18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tgcaatgctc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caggttgtga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tgtcacagat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gtgactcaac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tttacttagg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aggtatgagc</w:t>
      </w:r>
      <w:proofErr w:type="spellEnd"/>
    </w:p>
    <w:p w14:paraId="182A14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tattattgta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aatcacataa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accacccatt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agttttccat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tggacaagtt</w:t>
      </w:r>
      <w:proofErr w:type="spellEnd"/>
    </w:p>
    <w:p w14:paraId="216C11D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tttggtttat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ataaaaatac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atgtgttggt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agcgataatg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ttactgactt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taatgcaatt</w:t>
      </w:r>
      <w:proofErr w:type="spellEnd"/>
    </w:p>
    <w:p w14:paraId="49F59FD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gcaacatgtg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actggacaaa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tgctggtgat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tacattttag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ctaacacctg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tactgaaaga</w:t>
      </w:r>
      <w:proofErr w:type="spellEnd"/>
    </w:p>
    <w:p w14:paraId="6F01545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ttgcagcaga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aacgctcaaa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gctactgagg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actgtcttat</w:t>
      </w:r>
      <w:proofErr w:type="spellEnd"/>
    </w:p>
    <w:p w14:paraId="210E778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ggtattgcta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ctgtacgtga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agtgctgtct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tacatctttc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atgggaagtt</w:t>
      </w:r>
      <w:proofErr w:type="spellEnd"/>
    </w:p>
    <w:p w14:paraId="430B9CA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ggtaaaccta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gaccaccact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taaccgaaat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tatgtcttta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ctggttatcg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tgtaactaaa</w:t>
      </w:r>
      <w:proofErr w:type="spellEnd"/>
    </w:p>
    <w:p w14:paraId="2F85981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tacaaatagg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agagtacacc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tttgaaaaag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gtgactatgg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tgatgctgtt</w:t>
      </w:r>
      <w:proofErr w:type="spellEnd"/>
    </w:p>
    <w:p w14:paraId="3329B4D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gtttaccgag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gtacaacaac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attattttgt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gctgacatca</w:t>
      </w:r>
      <w:proofErr w:type="spellEnd"/>
    </w:p>
    <w:p w14:paraId="620BF5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catacagtaa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tgccattaag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tgcacctaca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ctagtgccac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aagagcacta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tgttagaatt</w:t>
      </w:r>
      <w:proofErr w:type="spellEnd"/>
    </w:p>
    <w:p w14:paraId="7FE919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actggcttat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acccaacact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caatatctca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gatgagtttt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ctagcaatgt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tgcaaattat</w:t>
      </w:r>
      <w:proofErr w:type="spellEnd"/>
    </w:p>
    <w:p w14:paraId="2C86B90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caaaaggttg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gtatgcaaaa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gtattctaca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ctccagggac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cacctggtac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tggtaagagt</w:t>
      </w:r>
      <w:proofErr w:type="spellEnd"/>
    </w:p>
    <w:p w14:paraId="4775040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cattttgcta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ttggcctagc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tctctactac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ccttctgctc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gcatagtgta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tacagcttgc</w:t>
      </w:r>
      <w:proofErr w:type="spellEnd"/>
    </w:p>
    <w:p w14:paraId="6F27789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tctcatgccg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ctgttgatgc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actatgtgag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aaggcattaa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aatatttgcc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tatagataaa</w:t>
      </w:r>
      <w:proofErr w:type="spellEnd"/>
    </w:p>
    <w:p w14:paraId="584B58E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tgtagtagaa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ttatacctgc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acgtgctcgt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gtagagtgtt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caaagtgaat</w:t>
      </w:r>
      <w:proofErr w:type="spellEnd"/>
    </w:p>
    <w:p w14:paraId="5D9F955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tcaacattag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cttttgtact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gtaaatgcat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tgcctgagac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gacagcagat</w:t>
      </w:r>
      <w:proofErr w:type="spellEnd"/>
    </w:p>
    <w:p w14:paraId="4E307C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atagttgtct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ttcaatggcc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atttgagtgt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tgtcaatgcc</w:t>
      </w:r>
      <w:proofErr w:type="spellEnd"/>
    </w:p>
    <w:p w14:paraId="352325D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agattacgtg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ctaagcacta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tgtgtacatt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ggcgaccctg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ctcaattacc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tgcaccacgc</w:t>
      </w:r>
      <w:proofErr w:type="spellEnd"/>
    </w:p>
    <w:p w14:paraId="206E74D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ctaagggcac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actagaacca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gaatatttca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attcagtgtg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tagacttatg</w:t>
      </w:r>
      <w:proofErr w:type="spellEnd"/>
    </w:p>
    <w:p w14:paraId="4884C1C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aaaactatag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gtccagacat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gttcctcgga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acttgtcggc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gttgtcctgc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tgaaattgtt</w:t>
      </w:r>
      <w:proofErr w:type="spellEnd"/>
    </w:p>
    <w:p w14:paraId="280BDF0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gacactgtga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gtgctttggt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ttatgataat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cacataaaga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caaatcagct</w:t>
      </w:r>
      <w:proofErr w:type="spellEnd"/>
    </w:p>
    <w:p w14:paraId="6A786F5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caatgcttta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taagggtgtt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atcacgcatg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tgcaattaac</w:t>
      </w:r>
      <w:proofErr w:type="spellEnd"/>
    </w:p>
    <w:p w14:paraId="2954BF0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aggccacaaa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taggcgtggt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aagagaattc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cttacacgta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accctgcttg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gagaaaagct</w:t>
      </w:r>
      <w:proofErr w:type="spellEnd"/>
    </w:p>
    <w:p w14:paraId="3331B95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gtctttattt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caccttataa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ttcacagaat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gctgtagcct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caaagatttt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gggactacca</w:t>
      </w:r>
      <w:proofErr w:type="spellEnd"/>
    </w:p>
    <w:p w14:paraId="159F851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actcaaactg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acagggctca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gaatatgact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atgtcatatt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cactcaaacc</w:t>
      </w:r>
      <w:proofErr w:type="spellEnd"/>
    </w:p>
    <w:p w14:paraId="23C07D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actgaaacag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ctcactcttg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agatttaatg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ttgctattac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cagagcaaaa</w:t>
      </w:r>
      <w:proofErr w:type="spellEnd"/>
    </w:p>
    <w:p w14:paraId="2A9A49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gtaggcatac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tttgcataat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gtctgataga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gacctttatg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acaagttgca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atttacaagt</w:t>
      </w:r>
      <w:proofErr w:type="spellEnd"/>
    </w:p>
    <w:p w14:paraId="7C0086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cttgaaattc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cacgtaggaa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tgtggcaact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ttacaagctg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aaaatgtaac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aggactcttt</w:t>
      </w:r>
      <w:proofErr w:type="spellEnd"/>
    </w:p>
    <w:p w14:paraId="3B4752F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gtaaggtaat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cactgggtta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catcctacac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aggcacctac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acacctcagt</w:t>
      </w:r>
      <w:proofErr w:type="spellEnd"/>
    </w:p>
    <w:p w14:paraId="3A46399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gttgacacta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aattcaaaac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tacctggcat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acctaaggac</w:t>
      </w:r>
      <w:proofErr w:type="spellEnd"/>
    </w:p>
    <w:p w14:paraId="331B9B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atgacctata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gaagactcat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ctctatgatg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tgaattatca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agttaatggt</w:t>
      </w:r>
      <w:proofErr w:type="spellEnd"/>
    </w:p>
    <w:p w14:paraId="452BB10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taccctaaca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tgtttatcac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ccgcgaagaa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gctataagac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atgtacgtgc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atggattggc</w:t>
      </w:r>
      <w:proofErr w:type="spellEnd"/>
    </w:p>
    <w:p w14:paraId="3832A7C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ttcgatgtcg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aggggtgtca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tgctactaga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gaagctgttg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gtaccaattt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acctttacag</w:t>
      </w:r>
      <w:proofErr w:type="spellEnd"/>
    </w:p>
    <w:p w14:paraId="0A5BD93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ctaggttttt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ctacaggtgt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taacctagtt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gctgtaccta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tgatacacct</w:t>
      </w:r>
      <w:proofErr w:type="spellEnd"/>
    </w:p>
    <w:p w14:paraId="00A8A48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aataatacag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atttttccag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agttagtgct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aaaccaccgc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ctggagatca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</w:p>
    <w:p w14:paraId="60BC22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ctcataccac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aggacttcct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tgcgtataaa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gattgtacaa</w:t>
      </w:r>
      <w:proofErr w:type="spellEnd"/>
    </w:p>
    <w:p w14:paraId="2C8E5F4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acacacttaa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aaatctctct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gacagagtcg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tatttgtctt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atgggcacat</w:t>
      </w:r>
      <w:proofErr w:type="spellEnd"/>
    </w:p>
    <w:p w14:paraId="6CE9A37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ggctttgagt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tgacatctat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gaagtatttt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gtgaaaatag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gacctgagcg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cacctgttgt</w:t>
      </w:r>
      <w:proofErr w:type="spellEnd"/>
    </w:p>
    <w:p w14:paraId="5A32194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ctatgtgata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gacgtgccac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atgcttttcc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actgcttcag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acacttatgc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ctgttggcat</w:t>
      </w:r>
      <w:proofErr w:type="spellEnd"/>
    </w:p>
    <w:p w14:paraId="4F00800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cattctattg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gatttgatta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cgtctataat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ccgtttatga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acaatggggt</w:t>
      </w:r>
      <w:proofErr w:type="spellEnd"/>
    </w:p>
    <w:p w14:paraId="613D429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tttacaggta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acctacaaag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caaccatgat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ctgtattgtc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aagtccatgg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taatgcacat</w:t>
      </w:r>
      <w:proofErr w:type="spellEnd"/>
    </w:p>
    <w:p w14:paraId="0630B3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gtagctagtt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gtgatgcaat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catgactagg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tgtctagctg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tccacgagtg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ctttgttaag</w:t>
      </w:r>
      <w:proofErr w:type="spellEnd"/>
    </w:p>
    <w:p w14:paraId="1556F67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cgtgttgact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ggactattga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atatcctata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aactgaagat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taatgcggct</w:t>
      </w:r>
      <w:proofErr w:type="spellEnd"/>
    </w:p>
    <w:p w14:paraId="443A8F7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ttcaacacat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ggttgttaaa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gctgcattat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tagcagacaa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attcccagtt</w:t>
      </w:r>
      <w:proofErr w:type="spellEnd"/>
    </w:p>
    <w:p w14:paraId="159DDC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cttcacgaca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ttggtaaccc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aagtgtgtac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ctcaagctga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tgtagaatgg</w:t>
      </w:r>
      <w:proofErr w:type="spellEnd"/>
    </w:p>
    <w:p w14:paraId="6414D3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aagttctatg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atgcacagcc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ttgtagtgac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aaagcttata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aaatagaaga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attattctat</w:t>
      </w:r>
      <w:proofErr w:type="spellEnd"/>
    </w:p>
    <w:p w14:paraId="0E0CADC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tcttatgcca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cacattctga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gatggtgtat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gcctattttg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gaattgcaat</w:t>
      </w:r>
      <w:proofErr w:type="spellEnd"/>
    </w:p>
    <w:p w14:paraId="17730E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gtcgatagat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ttccattgtt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tgtagatttg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acactagagt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gctatctaac</w:t>
      </w:r>
      <w:proofErr w:type="spellEnd"/>
    </w:p>
    <w:p w14:paraId="33FE07E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cttaacttgc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ctggttgtga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tggtggcagt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ttgtatgtaa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ataaacatgc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attccacaca</w:t>
      </w:r>
      <w:proofErr w:type="spellEnd"/>
    </w:p>
    <w:p w14:paraId="3380FBC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ccagcttttg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ataaaagtgc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ttttgttaat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taccattttt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ctattactct</w:t>
      </w:r>
      <w:proofErr w:type="spellEnd"/>
    </w:p>
    <w:p w14:paraId="764724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gacagtccat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gtgagtctca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gtagtgtcag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atatagatta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tgtaccacta</w:t>
      </w:r>
      <w:proofErr w:type="spellEnd"/>
    </w:p>
    <w:p w14:paraId="224014F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aagtctgcta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cgtgtataac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acgttgcaat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ttaggtggtg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ctgtctgtag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acatcatgct</w:t>
      </w:r>
      <w:proofErr w:type="spellEnd"/>
    </w:p>
    <w:p w14:paraId="0F7131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aatgagtaca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gattgtatct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cgatgcttat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aacatgatga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tctcagctgg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ctttagcttg</w:t>
      </w:r>
      <w:proofErr w:type="spellEnd"/>
    </w:p>
    <w:p w14:paraId="048E93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aacaatttga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tacttataac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ctctggaaca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cttttacaag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acttcagagt</w:t>
      </w:r>
      <w:proofErr w:type="spellEnd"/>
    </w:p>
    <w:p w14:paraId="6CC80AE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ttagaaaatg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aagggacact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acagggtgaa</w:t>
      </w:r>
      <w:proofErr w:type="spellEnd"/>
    </w:p>
    <w:p w14:paraId="51569F4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gtaccagttt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ctatcattaa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tacacaaaag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ttgatggtgt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tgatgtagaa</w:t>
      </w:r>
      <w:proofErr w:type="spellEnd"/>
    </w:p>
    <w:p w14:paraId="03282C9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attacctgtt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aatgtagcat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ttgagctttg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ggctaagcgc</w:t>
      </w:r>
      <w:proofErr w:type="spellEnd"/>
    </w:p>
    <w:p w14:paraId="3743B4F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aacattaaac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cagtaccaga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ggtgaaaata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tgggtgtgga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cattgctgct</w:t>
      </w:r>
      <w:proofErr w:type="spellEnd"/>
    </w:p>
    <w:p w14:paraId="3B8210D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aatactgtga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tctgggacta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caaaagagat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gctccagcac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atatatctac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tattggtgtt</w:t>
      </w:r>
      <w:proofErr w:type="spellEnd"/>
    </w:p>
    <w:p w14:paraId="07CDFA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tgttctatga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ctgacatagc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caagaaacca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actgaaacga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tttgtgcacc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actcactgtc</w:t>
      </w:r>
      <w:proofErr w:type="spellEnd"/>
    </w:p>
    <w:p w14:paraId="041A6DE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gtagagttga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tggtcaagta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gacttattta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gaaatgcccg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</w:p>
    <w:p w14:paraId="04F5EC1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aaggtagtgt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caaccatctg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taggtcccaa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acaagctagt</w:t>
      </w:r>
      <w:proofErr w:type="spellEnd"/>
    </w:p>
    <w:p w14:paraId="696EED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cttaatggag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tcacattaat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tggagaagcc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gtaaaaacac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agttcaatta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ttataagaaa</w:t>
      </w:r>
      <w:proofErr w:type="spellEnd"/>
    </w:p>
    <w:p w14:paraId="5F92464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attacctgaa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acttacttta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</w:p>
    <w:p w14:paraId="099E676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gaatttaaac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ccaggagtca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aatggaaatt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gatttcttag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aattagctat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ggatgaattc</w:t>
      </w:r>
      <w:proofErr w:type="spellEnd"/>
    </w:p>
    <w:p w14:paraId="1CF0FB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ataaattaga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aggctatgcc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ttcgaacata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tcgtttatgg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agattttagt</w:t>
      </w:r>
      <w:proofErr w:type="spellEnd"/>
    </w:p>
    <w:p w14:paraId="63F8180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catagtcagt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taggtggttt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acatctactg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attggactag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ctaaacgttt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taaggaatca</w:t>
      </w:r>
      <w:proofErr w:type="spellEnd"/>
    </w:p>
    <w:p w14:paraId="3FBF6F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ccttttgaat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tagaagattt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tattcctatg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gacagtacag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tttcataaca</w:t>
      </w:r>
      <w:proofErr w:type="spellEnd"/>
    </w:p>
    <w:p w14:paraId="2E33FD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gatgcgcaaa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taagtgtgtg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tgttctgtta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ttgatttatt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acttgatgat</w:t>
      </w:r>
      <w:proofErr w:type="spellEnd"/>
    </w:p>
    <w:p w14:paraId="1B97C81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taataaaatc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ccaagattta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tctgtagttt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ctaaggttgt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caaagtgact</w:t>
      </w:r>
      <w:proofErr w:type="spellEnd"/>
    </w:p>
    <w:p w14:paraId="28E4DA7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attgactata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cagaaatttc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atggccatgt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agaaacattt</w:t>
      </w:r>
      <w:proofErr w:type="spellEnd"/>
    </w:p>
    <w:p w14:paraId="6E9D466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tacccaaaat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tacaatctag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tcaagcgtgg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caaccgggtg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ttgctatgcc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taatctttac</w:t>
      </w:r>
      <w:proofErr w:type="spellEnd"/>
    </w:p>
    <w:p w14:paraId="22A34C2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gaatgctatt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agaaaagtgt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gaccttcaaa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attatggtga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tagtgcaaca</w:t>
      </w:r>
      <w:proofErr w:type="spellEnd"/>
    </w:p>
    <w:p w14:paraId="6DACCFD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ttacctaaag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gcataatgat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gaatgtcgca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aaatatactc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aactgtgtca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atatttaaac</w:t>
      </w:r>
      <w:proofErr w:type="spellEnd"/>
    </w:p>
    <w:p w14:paraId="19ADCE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acattaacat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tagctgtacc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ctataatatg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agagttatac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attttggtgc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tggttctgat</w:t>
      </w:r>
      <w:proofErr w:type="spellEnd"/>
    </w:p>
    <w:p w14:paraId="3BCBB6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aaaggagttg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caccaggtac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tgcctacggg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tacgctgctt</w:t>
      </w:r>
      <w:proofErr w:type="spellEnd"/>
    </w:p>
    <w:p w14:paraId="112D7B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gtcgattcag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atcttaatga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ctttgtctct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gatgcagatt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tggtgattgt</w:t>
      </w:r>
      <w:proofErr w:type="spellEnd"/>
    </w:p>
    <w:p w14:paraId="18F7E6B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gcaactgtac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atacagctaa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gtgatatgta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cgaccctaag</w:t>
      </w:r>
      <w:proofErr w:type="spellEnd"/>
    </w:p>
    <w:p w14:paraId="795B26D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actaaaaatg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aaatgactct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aaagagggtt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ttttcactta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catttgtggg</w:t>
      </w:r>
      <w:proofErr w:type="spellEnd"/>
    </w:p>
    <w:p w14:paraId="38ECF11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aaaagctagc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tcttggaggt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tccgtggcta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taaagataac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agaacattct</w:t>
      </w:r>
      <w:proofErr w:type="spellEnd"/>
    </w:p>
    <w:p w14:paraId="74E934F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tggaatgctg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atctttataa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gctcatggga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cacttcgcat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ggtggacagc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ctttgttact</w:t>
      </w:r>
      <w:proofErr w:type="spellEnd"/>
    </w:p>
    <w:p w14:paraId="31A1405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aatgtgaatg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cgtcatcatc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tgaagcattt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ttaattggat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gtaattatct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tggcaaacca</w:t>
      </w:r>
      <w:proofErr w:type="spellEnd"/>
    </w:p>
    <w:p w14:paraId="122D4EF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cgcgaacaaa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tagatggtta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tgtcatgcat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gcaaattaca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tattttggag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gaatacaaat</w:t>
      </w:r>
      <w:proofErr w:type="spellEnd"/>
    </w:p>
    <w:p w14:paraId="6F3A8CD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ccaattcagt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tgtcttccta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gacatgagta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aatttcccct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taaattaagg</w:t>
      </w:r>
      <w:proofErr w:type="spellEnd"/>
    </w:p>
    <w:p w14:paraId="343A797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ggtactgctg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aaaagaaggt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atatgatttt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atctcttctt</w:t>
      </w:r>
      <w:proofErr w:type="spellEnd"/>
    </w:p>
    <w:p w14:paraId="42527DD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agtaaaggta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gacttataat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tagagaaaac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aacagagttg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ttatttctag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tgatgttctt</w:t>
      </w:r>
      <w:proofErr w:type="spellEnd"/>
    </w:p>
    <w:p w14:paraId="71B31A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gttaacaact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aaacgaacaa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ttgccactag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tctctagtca</w:t>
      </w:r>
      <w:proofErr w:type="spellEnd"/>
    </w:p>
    <w:p w14:paraId="7EFFB4C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gtgtgttaat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cttacaacca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gaactcaatt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accccctgca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ctttcacacg</w:t>
      </w:r>
      <w:proofErr w:type="spellEnd"/>
    </w:p>
    <w:p w14:paraId="32C6B89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taccctgaca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aagttttcag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atcctcagtt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ctcaggactt</w:t>
      </w:r>
      <w:proofErr w:type="spellEnd"/>
    </w:p>
    <w:p w14:paraId="0CA5512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gttcttacct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ttcttttcca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atgttacttg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gttccatgct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atacatgtct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ctgggaccaa</w:t>
      </w:r>
      <w:proofErr w:type="spellEnd"/>
    </w:p>
    <w:p w14:paraId="3D27112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tgttattaag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aggtttgata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accctgtcct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accatttaat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attttgcttc</w:t>
      </w:r>
      <w:proofErr w:type="spellEnd"/>
    </w:p>
    <w:p w14:paraId="1EC9995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cactgagaag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tctaacataa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taagaggctg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actactttag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attcgaagac</w:t>
      </w:r>
      <w:proofErr w:type="spellEnd"/>
    </w:p>
    <w:p w14:paraId="370BD9A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ccagtcccta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cttattgtta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ataacgctac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attaaagtct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gtgaatttca</w:t>
      </w:r>
      <w:proofErr w:type="spellEnd"/>
    </w:p>
    <w:p w14:paraId="5CAA71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attttgtaat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gatccatttt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tgggtgttta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aacaacaaaa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gttggatgga</w:t>
      </w:r>
      <w:proofErr w:type="spellEnd"/>
    </w:p>
    <w:p w14:paraId="11C2CA1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aagtgagttc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agagtttatt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ctagtgcgaa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taattgcact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tctctcagcc</w:t>
      </w:r>
      <w:proofErr w:type="spellEnd"/>
    </w:p>
    <w:p w14:paraId="78CEC82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gaccttgaag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gaaaacaggg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aatcttaggg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aatttgtgtt</w:t>
      </w:r>
      <w:proofErr w:type="spellEnd"/>
    </w:p>
    <w:p w14:paraId="2FE1D2D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taagaatatt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gatggttatt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ttaaaatata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ttctaagcac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acgcctatta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atttagtgcg</w:t>
      </w:r>
      <w:proofErr w:type="spellEnd"/>
    </w:p>
    <w:p w14:paraId="05635FC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tgatctccct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cagggttttt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cggctttaga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accattggta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gatttgccaa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taggtattaa</w:t>
      </w:r>
      <w:proofErr w:type="spellEnd"/>
    </w:p>
    <w:p w14:paraId="505EE41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catcactagg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tttcaaactt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acataattct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tcttcaggtt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ggacagctgg</w:t>
      </w:r>
      <w:proofErr w:type="spellEnd"/>
    </w:p>
    <w:p w14:paraId="6360E4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tgctgcagct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tattatgtgg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gttatcttca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acctaggact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tttctattaa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aatataatga</w:t>
      </w:r>
      <w:proofErr w:type="spellEnd"/>
    </w:p>
    <w:p w14:paraId="1732968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aaatggaacc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attacagatg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ctgtagactg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cctctctcag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aaacaaagtg</w:t>
      </w:r>
      <w:proofErr w:type="spellEnd"/>
    </w:p>
    <w:p w14:paraId="0AC550F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tacgttgaaa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tccttcactg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tagaaaaagg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aatctatcaa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acttctaact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ttagagtcca</w:t>
      </w:r>
      <w:proofErr w:type="spellEnd"/>
    </w:p>
    <w:p w14:paraId="4EBF2B9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accaacagaa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tctattgtta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gatttcctaa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tattacaaac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ttgtgccctt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ttggtgaagt</w:t>
      </w:r>
      <w:proofErr w:type="spellEnd"/>
    </w:p>
    <w:p w14:paraId="16F7BA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ttttaacgcc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accagatttg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catctgttta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tgcttggaac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aggaagagaa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tcagcaactg</w:t>
      </w:r>
      <w:proofErr w:type="spellEnd"/>
    </w:p>
    <w:p w14:paraId="38BBF79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tattctgtcc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tatataattc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cgcatcattt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tccactttta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agtgttatgg</w:t>
      </w:r>
      <w:proofErr w:type="spellEnd"/>
    </w:p>
    <w:p w14:paraId="1E15D27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agtgtctcct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actaaattaa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atgatctctg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ctttactaat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gtctatgcag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attcatttgt</w:t>
      </w:r>
      <w:proofErr w:type="spellEnd"/>
    </w:p>
    <w:p w14:paraId="4638EA9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aattagaggt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gatgaagtca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gacaaatcgc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tccagggcaa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actggaaaga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ttgctgatta</w:t>
      </w:r>
      <w:proofErr w:type="spellEnd"/>
    </w:p>
    <w:p w14:paraId="108B78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ttaccagatg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attttacagg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ctgcgttata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gcttggaatt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ctaacaatct</w:t>
      </w:r>
      <w:proofErr w:type="spellEnd"/>
    </w:p>
    <w:p w14:paraId="51968B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tgattctaag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gttggtggta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attataatta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ccagtataga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ttgtttagga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agtctaatct</w:t>
      </w:r>
      <w:proofErr w:type="spellEnd"/>
    </w:p>
    <w:p w14:paraId="1776E67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caaacctttt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gagagagata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tttcaactga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aatctatcag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gccggtagca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caccttgtaa</w:t>
      </w:r>
      <w:proofErr w:type="spellEnd"/>
    </w:p>
    <w:p w14:paraId="47745AA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gttactctcc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tttacaatca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tatggtttcc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aacccactaa</w:t>
      </w:r>
      <w:proofErr w:type="spellEnd"/>
    </w:p>
    <w:p w14:paraId="55C71A2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tggtgttggt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taccaaccat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acagagtagt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agtactttct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tttgaacttc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tacatgcacc</w:t>
      </w:r>
      <w:proofErr w:type="spellEnd"/>
    </w:p>
    <w:p w14:paraId="52422CD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agcaactgtt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tgtggaccta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aaaagtctac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aaaaacaaat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gtgtcaattt</w:t>
      </w:r>
      <w:proofErr w:type="spellEnd"/>
    </w:p>
    <w:p w14:paraId="4FBE3D0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ggtttaacag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gcacaggtgt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tcttactgag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tctaacaaaa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agtttctgcc</w:t>
      </w:r>
      <w:proofErr w:type="spellEnd"/>
    </w:p>
    <w:p w14:paraId="5038B72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tttccaacaa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tttggcagag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acattgctga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cactactgat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gctgtccgtg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atccacagac</w:t>
      </w:r>
      <w:proofErr w:type="spellEnd"/>
    </w:p>
    <w:p w14:paraId="2AD6F2B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acttgagatt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cttgacatta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caccatgttc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gtcagtgtta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taacaccagg</w:t>
      </w:r>
      <w:proofErr w:type="spellEnd"/>
    </w:p>
    <w:p w14:paraId="132A1C0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aacaaatact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tctaaccagg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ttgctgttct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ttatcagggt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gttaactgca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cagaagtccc</w:t>
      </w:r>
      <w:proofErr w:type="spellEnd"/>
    </w:p>
    <w:p w14:paraId="51818E8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tgttgctatt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catgcagatc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aacttactcc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tacttggcgt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gtttattcta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caggttctaa</w:t>
      </w:r>
      <w:proofErr w:type="spellEnd"/>
    </w:p>
    <w:p w14:paraId="7244EEE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acacgtgcag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gctgtttaat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aggggctgaa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catgtcaaca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actcatatga</w:t>
      </w:r>
      <w:proofErr w:type="spellEnd"/>
    </w:p>
    <w:p w14:paraId="598D564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gtgtgacata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cccattggtg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cgctagttat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cagactcaga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ctaattctcc</w:t>
      </w:r>
      <w:proofErr w:type="spellEnd"/>
    </w:p>
    <w:p w14:paraId="1E32C2B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tcggcgggca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cgtagtgtag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ctagtcaatc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catcattgcc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tacactatgt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cacttggtgc</w:t>
      </w:r>
      <w:proofErr w:type="spellEnd"/>
    </w:p>
    <w:p w14:paraId="1C64F52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agaaaattca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gttgcttact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ctaataactc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tattgccata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cccacaaatt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ttactattag</w:t>
      </w:r>
      <w:proofErr w:type="spellEnd"/>
    </w:p>
    <w:p w14:paraId="681D604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tgttactaca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gaaattctac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cagtgtctat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gaccaagaca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tcagtagatt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gtacaatgta</w:t>
      </w:r>
      <w:proofErr w:type="spellEnd"/>
    </w:p>
    <w:p w14:paraId="4A03B42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catttgtggt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gattcaactg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aatgcagcaa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tcttttgttg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caatatggca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gtttttgtac</w:t>
      </w:r>
      <w:proofErr w:type="spellEnd"/>
    </w:p>
    <w:p w14:paraId="0B23EC2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acaattaaac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cgtgctttaa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ctggaatagc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tgttgaacaa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gacaaaaaca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cccaagaagt</w:t>
      </w:r>
      <w:proofErr w:type="spellEnd"/>
    </w:p>
    <w:p w14:paraId="7C276AC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gtcaaacaaa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accaccaatt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aaagattttg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gtggttttaa</w:t>
      </w:r>
      <w:proofErr w:type="spellEnd"/>
    </w:p>
    <w:p w14:paraId="0F3879F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atattaccag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atccatcaaa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accaagcaag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aggtcattta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ttgaagatct</w:t>
      </w:r>
      <w:proofErr w:type="spellEnd"/>
    </w:p>
    <w:p w14:paraId="04AB9D3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acttttcaac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aaagtgacac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ttgcagatgc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tggcttcatc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gtgattgcct</w:t>
      </w:r>
      <w:proofErr w:type="spellEnd"/>
    </w:p>
    <w:p w14:paraId="46BB58C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tggtgatatt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acctcatttg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tgcacaaaag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tttaacggcc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ttaatgtttt</w:t>
      </w:r>
      <w:proofErr w:type="spellEnd"/>
    </w:p>
    <w:p w14:paraId="1C4A295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gccacctttg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ctcacagatg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tcaatacact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tctgcactgt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tagcgggtac</w:t>
      </w:r>
      <w:proofErr w:type="spellEnd"/>
    </w:p>
    <w:p w14:paraId="6421581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aatcacttct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ggttggacct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ttggtgcagg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tgctgcatta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caaataccat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ttgctatgca</w:t>
      </w:r>
      <w:proofErr w:type="spellEnd"/>
    </w:p>
    <w:p w14:paraId="6E3CF72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aatggcttat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aggtttaatg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gtattggagt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tacacagaat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gttctctatg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agaaccaaaa</w:t>
      </w:r>
      <w:proofErr w:type="spellEnd"/>
    </w:p>
    <w:p w14:paraId="33E308C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attgattgcc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aaccaattta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atagtgctat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caagactcac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tttcttccac</w:t>
      </w:r>
      <w:proofErr w:type="spellEnd"/>
    </w:p>
    <w:p w14:paraId="27D4CAA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agcaagtgca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cttggaaaac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ttcaagatgt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ggtcaaccaa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aatgcacaag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ctttaaacac</w:t>
      </w:r>
      <w:proofErr w:type="spellEnd"/>
    </w:p>
    <w:p w14:paraId="29704FE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caacttagct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ccaattttgg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tgcaatttca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agtgttttaa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atgatatcct</w:t>
      </w:r>
      <w:proofErr w:type="spellEnd"/>
    </w:p>
    <w:p w14:paraId="54B515F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ttcacgtctt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gacaaagttg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aggctgaagt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gcaaattgat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aggttgatca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caggcagact</w:t>
      </w:r>
      <w:proofErr w:type="spellEnd"/>
    </w:p>
    <w:p w14:paraId="4218C3E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tcaaagtttg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cagacatatg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tgactcaaca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attaattaga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gctgcagaaa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tcagagcttc</w:t>
      </w:r>
      <w:proofErr w:type="spellEnd"/>
    </w:p>
    <w:p w14:paraId="4B1F611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tgctaatctt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gctgctacta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aaatgtcaga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gtgtgtactt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ggacaatcaa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aaagagttga</w:t>
      </w:r>
      <w:proofErr w:type="spellEnd"/>
    </w:p>
    <w:p w14:paraId="0DDC546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tttttgtgga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aagggctatc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atcttatgtc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cttccctcag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tcagcacctc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atggtgtagt</w:t>
      </w:r>
      <w:proofErr w:type="spellEnd"/>
    </w:p>
    <w:p w14:paraId="589D900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cttcttgcat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gtgacttatg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tccctgcaca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agaaaagaac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ttcacaactg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ctcctgccat</w:t>
      </w:r>
      <w:proofErr w:type="spellEnd"/>
    </w:p>
    <w:p w14:paraId="2FAA923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ttgtcatgat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ggaaaagcac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actttcctcg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tgaaggtgtc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tttgtttcaa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atggcacaca</w:t>
      </w:r>
      <w:proofErr w:type="spellEnd"/>
    </w:p>
    <w:p w14:paraId="3DB81AA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ctggtttgta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acacaaagga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attactacag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acaacacatt</w:t>
      </w:r>
      <w:proofErr w:type="spellEnd"/>
    </w:p>
    <w:p w14:paraId="5AE2536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tgtgtctggt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ttgtaatagg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aattgtcaac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aacacagttt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atgatccttt</w:t>
      </w:r>
      <w:proofErr w:type="spellEnd"/>
    </w:p>
    <w:p w14:paraId="37A56F4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ttagactcat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tcaaggagga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gttagataaa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tattttaaga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atcatacatc</w:t>
      </w:r>
      <w:proofErr w:type="spellEnd"/>
    </w:p>
    <w:p w14:paraId="60A9E13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accagatgtt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gatttaggtg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acatctctgg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tcagttgtaa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acattcaaaa</w:t>
      </w:r>
      <w:proofErr w:type="spellEnd"/>
    </w:p>
    <w:p w14:paraId="7032A5B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agaaattgac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cgcctcaatg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aggttgccaa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gaatttaaat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gaatctctca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tcgatctcca</w:t>
      </w:r>
      <w:proofErr w:type="spellEnd"/>
    </w:p>
    <w:p w14:paraId="620C656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agaacttgga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aagtatgagc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agtatataaa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atggccatgg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tacatttggc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taggttttat</w:t>
      </w:r>
      <w:proofErr w:type="spellEnd"/>
    </w:p>
    <w:p w14:paraId="109AE71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attgccatag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taatggtgac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tgctgtatga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ccagttgctg</w:t>
      </w:r>
      <w:proofErr w:type="spellEnd"/>
    </w:p>
    <w:p w14:paraId="219FA8C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tagttgtctc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aagggctgtt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gttcttgtgg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atcctgctgc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aagacgactc</w:t>
      </w:r>
      <w:proofErr w:type="spellEnd"/>
    </w:p>
    <w:p w14:paraId="0519E0B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tgagccagtg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ctcaaaggag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tcaaattaca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ttacacataa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acgaacttat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ggatttgttt</w:t>
      </w:r>
      <w:proofErr w:type="spellEnd"/>
    </w:p>
    <w:p w14:paraId="4CCD7AF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atgagaatct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tcacaattgg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aactgtaact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ttgaagcaag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gtgaaatcaa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ggatgctact</w:t>
      </w:r>
      <w:proofErr w:type="spellEnd"/>
    </w:p>
    <w:p w14:paraId="01F3CE1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ccttcagatt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ttgttcgcgc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tactgcaacg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ataccgatac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aagcctcact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ccctttcgga</w:t>
      </w:r>
      <w:proofErr w:type="spellEnd"/>
    </w:p>
    <w:p w14:paraId="0137341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tggcttattg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ttggcgttgc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acttcttgct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gtttttcaga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gcgcttccaa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aatcataacc</w:t>
      </w:r>
      <w:proofErr w:type="spellEnd"/>
    </w:p>
    <w:p w14:paraId="3DD4F12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ctcaaaaaga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gatggcaact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agcactctcc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aagggtgttc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actttgtttg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caacttgctg</w:t>
      </w:r>
      <w:proofErr w:type="spellEnd"/>
    </w:p>
    <w:p w14:paraId="2D343D8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ttgttgtttg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ctcacacctt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ttgctcgttg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ctgctggcct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tgaagcccct</w:t>
      </w:r>
      <w:proofErr w:type="spellEnd"/>
    </w:p>
    <w:p w14:paraId="48284A8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tttctctatc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tttatgcttt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agtctacttc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ttgcagagta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taaactttgt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aagaataata</w:t>
      </w:r>
      <w:proofErr w:type="spellEnd"/>
    </w:p>
    <w:p w14:paraId="4CBF7CD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atgaggcttt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ggctttgctg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gaaatgccgt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tccaaaaacc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tgatgccaac</w:t>
      </w:r>
      <w:proofErr w:type="spellEnd"/>
    </w:p>
    <w:p w14:paraId="692480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tattttcttt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gctggcatac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taattgttac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gactattgta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taccttacaa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tagtgtaact</w:t>
      </w:r>
      <w:proofErr w:type="spellEnd"/>
    </w:p>
    <w:p w14:paraId="38606E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tcttcaattg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tcattacttc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aggtgatggc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ctatttctga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acatgactac</w:t>
      </w:r>
      <w:proofErr w:type="spellEnd"/>
    </w:p>
    <w:p w14:paraId="667943B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cagattggtg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gttatactga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aaaatgggaa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tctggagtaa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aagactgtgt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tgtattacac</w:t>
      </w:r>
      <w:proofErr w:type="spellEnd"/>
    </w:p>
    <w:p w14:paraId="5527571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agttacttca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cttcagacta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ttaccagctg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tactcaactc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aattgagtac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agacactggt</w:t>
      </w:r>
      <w:proofErr w:type="spellEnd"/>
    </w:p>
    <w:p w14:paraId="6145BDA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gttgaacatg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ttaccttctt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catctacaat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aaaattgttg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atgagcctga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agaacatgtc</w:t>
      </w:r>
      <w:proofErr w:type="spellEnd"/>
    </w:p>
    <w:p w14:paraId="4B8908B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caaattcaca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caatcgacgg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ttcatccgga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gttgttaatc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cagtaatgga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accaatttat</w:t>
      </w:r>
      <w:proofErr w:type="spellEnd"/>
    </w:p>
    <w:p w14:paraId="631FD03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gatgaaccga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cgacgactac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tagcgtgcct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ttgtaagcac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aagctgatga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gtacgaactt</w:t>
      </w:r>
      <w:proofErr w:type="spellEnd"/>
    </w:p>
    <w:p w14:paraId="568373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atgtactcat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tcgtttcgga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agagacaggt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acgttaatag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ttaatagcgt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acttcttttt</w:t>
      </w:r>
      <w:proofErr w:type="spellEnd"/>
    </w:p>
    <w:p w14:paraId="0C01EE9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cttgctttcg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tggtattctt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gctagttaca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ctagccatcc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ttactgcgct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tcgattgtgt</w:t>
      </w:r>
      <w:proofErr w:type="spellEnd"/>
    </w:p>
    <w:p w14:paraId="412AB48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gcgtactgct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gcaatattgt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taacgtgagt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cttgtaaaac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cgtttactct</w:t>
      </w:r>
      <w:proofErr w:type="spellEnd"/>
    </w:p>
    <w:p w14:paraId="1E5C763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cgtgttaaaa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atctgaattc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ttctagagtt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cctgatcttc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tggtctaaac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gaactaaata</w:t>
      </w:r>
      <w:proofErr w:type="spellEnd"/>
    </w:p>
    <w:p w14:paraId="5C2ECC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ttatattagt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ttttctgttt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ggaactttaa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ttttagccat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ggcagattcc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aacggtacta</w:t>
      </w:r>
      <w:proofErr w:type="spellEnd"/>
    </w:p>
    <w:p w14:paraId="0A656C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ttaccgttga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agagcttaaa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aagctccttg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aacaatggaa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cctagtaata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ggtttcctat</w:t>
      </w:r>
      <w:proofErr w:type="spellEnd"/>
    </w:p>
    <w:p w14:paraId="6FF6E0B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tccttacatg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gatttgtctt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ctacaatttg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cctatgccaa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caggaatagg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tttttgtata</w:t>
      </w:r>
      <w:proofErr w:type="spellEnd"/>
    </w:p>
    <w:p w14:paraId="6D17A3E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taattaagtt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aattttcctc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tggctgttat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ggccagtaac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tttagcttgt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tttgtgcttg</w:t>
      </w:r>
      <w:proofErr w:type="spellEnd"/>
    </w:p>
    <w:p w14:paraId="3EF86DA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ctgctgttta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cagaataaat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tggatcaccg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gtggaattgc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tatcgcaatg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gcttgtcttg</w:t>
      </w:r>
      <w:proofErr w:type="spellEnd"/>
    </w:p>
    <w:p w14:paraId="5B9450B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taggcttgat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gtggctcagc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tacttcattg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cttctttcag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actgtttgcg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cgtacgcgtt</w:t>
      </w:r>
      <w:proofErr w:type="spellEnd"/>
    </w:p>
    <w:p w14:paraId="63E8CE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ccatgtggtc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attcaatcca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gaaactaaca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cgtgccactt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catggcacta</w:t>
      </w:r>
      <w:proofErr w:type="spellEnd"/>
    </w:p>
    <w:p w14:paraId="7545E3E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ttctgaccag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accgcttcta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gaaagtgaac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tcgtaatcgg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agctgtgatc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cttcgtggac</w:t>
      </w:r>
      <w:proofErr w:type="spellEnd"/>
    </w:p>
    <w:p w14:paraId="1545F17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atcttcgtat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tgctggacac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catctaggac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gctgtgacat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caaggacctg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cctaaagaaa</w:t>
      </w:r>
      <w:proofErr w:type="spellEnd"/>
    </w:p>
    <w:p w14:paraId="374DFB9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tcactgttgc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tacatcacga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acgctttctt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attacaaatt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gggagcttcg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cagcgtgtag</w:t>
      </w:r>
      <w:proofErr w:type="spellEnd"/>
    </w:p>
    <w:p w14:paraId="45B985A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caggtgactc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aggttttgct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gcatacagtc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gctacaggat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tggcaactat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aaattaaaca</w:t>
      </w:r>
      <w:proofErr w:type="spellEnd"/>
    </w:p>
    <w:p w14:paraId="7949418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cagaccattc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cagtagcagt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gacaatattg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ctttgcttgt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acagtaagtg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acaacagatg</w:t>
      </w:r>
      <w:proofErr w:type="spellEnd"/>
    </w:p>
    <w:p w14:paraId="0A643E3A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tttcatctcg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ttgactttca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ggttactata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gcagagatat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tactaattat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tatgaggact</w:t>
      </w:r>
      <w:proofErr w:type="spellEnd"/>
    </w:p>
    <w:p w14:paraId="42B3EA8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tttaaagttt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ccatttggaa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tcttgattac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atcataaacc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tcataattaa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aaatttatct</w:t>
      </w:r>
      <w:proofErr w:type="spellEnd"/>
    </w:p>
    <w:p w14:paraId="0B39CE8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aagtcactaa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ctgagaataa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atattctcaa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ttagatgaag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ggagattgat</w:t>
      </w:r>
      <w:proofErr w:type="spellEnd"/>
    </w:p>
    <w:p w14:paraId="43B510C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tgaaaattat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tcttttcttg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gcactgataa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cactcgctac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ttgtgagctt</w:t>
      </w:r>
      <w:proofErr w:type="spellEnd"/>
    </w:p>
    <w:p w14:paraId="1452305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tatcactacc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aagagtgtgt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tagaggtaca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acagtacttt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taaaagaacc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ttgctcttct</w:t>
      </w:r>
      <w:proofErr w:type="spellEnd"/>
    </w:p>
    <w:p w14:paraId="30151EF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ggaacatacg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agggcaattc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accatttcat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cctctagctg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ataacaaatt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tgcactgact</w:t>
      </w:r>
      <w:proofErr w:type="spellEnd"/>
    </w:p>
    <w:p w14:paraId="3552E89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tgctttagca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ctcaatttgc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ttttgcttgt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cctgacggcg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taaaacacgt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ctatcagtta</w:t>
      </w:r>
      <w:proofErr w:type="spellEnd"/>
    </w:p>
    <w:p w14:paraId="48B2AFE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cgtgccagat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cagtttcacc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taaactgttc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atcagacaag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aggaagttca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agaactttac</w:t>
      </w:r>
      <w:proofErr w:type="spellEnd"/>
    </w:p>
    <w:p w14:paraId="0A139EE5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tctccaattt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ttcttattgt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tgcggcaata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gtgtttataa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cactttgctt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cacactcaaa</w:t>
      </w:r>
      <w:proofErr w:type="spellEnd"/>
    </w:p>
    <w:p w14:paraId="2DC3667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agaaagacag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aatgattgaa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ctttcattaa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ttgacttcta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tttgtgcttt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ttagcctttc</w:t>
      </w:r>
      <w:proofErr w:type="spellEnd"/>
    </w:p>
    <w:p w14:paraId="3C3EFB09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tgctattcct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atgcttatta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tcttttggtt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ctcacttgaa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ctgcaagatc</w:t>
      </w:r>
      <w:proofErr w:type="spellEnd"/>
    </w:p>
    <w:p w14:paraId="5731624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ataatgaaac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ttgtcacgcc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tgttttctta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ggaatcatca</w:t>
      </w:r>
      <w:proofErr w:type="spellEnd"/>
    </w:p>
    <w:p w14:paraId="1C935D9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tgcatttcac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caagaatgta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gtttacagtc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atgtactcaa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catcaaccat</w:t>
      </w:r>
      <w:proofErr w:type="spellEnd"/>
    </w:p>
    <w:p w14:paraId="5C7A14A3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atgtagttga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tgacccgtgt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cctattcact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tctattctaa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atggtatatt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agagtaggag</w:t>
      </w:r>
      <w:proofErr w:type="spellEnd"/>
    </w:p>
    <w:p w14:paraId="5276A68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ctagaaaatc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agcaccttta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attgaattgt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gcgtggatga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ggctggttct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aaatcaccca</w:t>
      </w:r>
      <w:proofErr w:type="spellEnd"/>
    </w:p>
    <w:p w14:paraId="2CE05A4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28021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ttcagtacat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cgatatcggt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aattatacag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tttcctgttt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accttttaca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attaattgcc</w:t>
      </w:r>
      <w:proofErr w:type="spellEnd"/>
    </w:p>
    <w:p w14:paraId="35F4DEB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aggaacctaa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attgggtagt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cttgtagtgc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gttgttcgtt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ctatgaagac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tttttagagt</w:t>
      </w:r>
      <w:proofErr w:type="spellEnd"/>
    </w:p>
    <w:p w14:paraId="0E11DD4B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atcatgacgt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tcgtgttgtt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ttagatttta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tctaaacgaa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caaacttaaa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tgtctgataa</w:t>
      </w:r>
      <w:proofErr w:type="spellEnd"/>
    </w:p>
    <w:p w14:paraId="5E63378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tggaccccaa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aatcagcgaa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atgcactccg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cattacgttt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ggtggaccct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cagattcaac</w:t>
      </w:r>
      <w:proofErr w:type="spellEnd"/>
    </w:p>
    <w:p w14:paraId="1F56E3A2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tggcagtaac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cagaatggag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aacgcagtgg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ggcgcgatca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aaacaacgtc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ggccccaagg</w:t>
      </w:r>
      <w:proofErr w:type="spellEnd"/>
    </w:p>
    <w:p w14:paraId="6367754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tttacccaat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aatactgcgt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cttggttcac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cgctctcact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caacatggca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aggaagacct</w:t>
      </w:r>
      <w:proofErr w:type="spellEnd"/>
    </w:p>
    <w:p w14:paraId="130BCE5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taaattccct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cgaggacaag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gcgttccaat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taacaccaat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agcagtccag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atgaccaaat</w:t>
      </w:r>
      <w:proofErr w:type="spellEnd"/>
    </w:p>
    <w:p w14:paraId="46F7780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tggctactac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cgaagagcta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ccagacgaat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tcgtggtggt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gacggtaaaa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tgaaagatct</w:t>
      </w:r>
      <w:proofErr w:type="spellEnd"/>
    </w:p>
    <w:p w14:paraId="1EC4ACF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cagtccaaga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tggtatttct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actacctagg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aactgggcca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gaagctggac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ttccctatgg</w:t>
      </w:r>
      <w:proofErr w:type="spellEnd"/>
    </w:p>
    <w:p w14:paraId="7A2D36D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tgctaacaaa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gacggcatca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tatgggttgc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aactgaggga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gccttgaata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caccaaaaga</w:t>
      </w:r>
      <w:proofErr w:type="spellEnd"/>
    </w:p>
    <w:p w14:paraId="339D69D0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tcacattggc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acccgcaatc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ctgctaacaa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tgctgcaatc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gtgctacaac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ttcctcaagg</w:t>
      </w:r>
      <w:proofErr w:type="spellEnd"/>
    </w:p>
    <w:p w14:paraId="38F121B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aacaacattg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ccaaaaggct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tctacgcaga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agggagcaga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ggcggcagtc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aagcctcttc</w:t>
      </w:r>
      <w:proofErr w:type="spellEnd"/>
    </w:p>
    <w:p w14:paraId="15A712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tcgttcctca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tcacgtagtc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gcaacagttc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aagaaattca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actccaggca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gcagtaaacg</w:t>
      </w:r>
      <w:proofErr w:type="spellEnd"/>
    </w:p>
    <w:p w14:paraId="456DE76E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aacttctcct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gctagaatgg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ctggcaattg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cggtgatgct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gctcttgctt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tgctgctgct</w:t>
      </w:r>
      <w:proofErr w:type="spellEnd"/>
    </w:p>
    <w:p w14:paraId="24543018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tgacagattg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aaccagcttg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agagcaaaat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gtctggtaaa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ggccaacaac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aacaaggcca</w:t>
      </w:r>
      <w:proofErr w:type="spellEnd"/>
    </w:p>
    <w:p w14:paraId="4CC5C6FC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aactgtcact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aagaaatctg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ctgctgaggc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ttctaagaag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cctcggcaaa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aacgtactgc</w:t>
      </w:r>
      <w:proofErr w:type="spellEnd"/>
    </w:p>
    <w:p w14:paraId="5A6F8936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cactaaagca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tacaatgtaa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cacaagcttt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cggcagacgt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ggtccagaac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aaacccaagg</w:t>
      </w:r>
      <w:proofErr w:type="spellEnd"/>
    </w:p>
    <w:p w14:paraId="03EFCA64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aaattttggg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gaccaggaac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taatcagaca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aggaactgat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tacaaacatt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ggccgcaaat</w:t>
      </w:r>
      <w:proofErr w:type="spellEnd"/>
    </w:p>
    <w:p w14:paraId="213415C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tgcacaattt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gcccccagcg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cttcagcgtt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cttcggaatg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tcgcgcattg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gcatggaagt</w:t>
      </w:r>
      <w:proofErr w:type="spellEnd"/>
    </w:p>
    <w:p w14:paraId="663436A7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cacaccttcg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ggaacgtggt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tgacctacac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aggtgccatc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aaattggatg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acaaagatcc</w:t>
      </w:r>
      <w:proofErr w:type="spellEnd"/>
    </w:p>
    <w:p w14:paraId="7C2189D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aaattttaaa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gatcaagtca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ttttgctgaa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taagcatatt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gacgcataca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aaacattccc</w:t>
      </w:r>
      <w:proofErr w:type="spellEnd"/>
    </w:p>
    <w:p w14:paraId="2DB11F5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accaatagag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cctaaaaagg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acaaaaagaa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gaaggctgat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gaaactcaag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ccttaccgca</w:t>
      </w:r>
      <w:proofErr w:type="spellEnd"/>
    </w:p>
    <w:p w14:paraId="7F0D508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gagacagaag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aaacagcaaa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ctgtgactct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tcttcctgct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gcagatttgg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atgatttctc</w:t>
      </w:r>
      <w:proofErr w:type="spellEnd"/>
    </w:p>
    <w:p w14:paraId="3CD672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caaacaattg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caacaatcca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tgagcagtgc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tgactcaact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caggcctaaa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ctcatgcaga</w:t>
      </w:r>
      <w:proofErr w:type="spellEnd"/>
    </w:p>
    <w:p w14:paraId="09F8577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ccacacaagg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cagatgggct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atataaacgt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tttcgctttt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ccgtttacga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tatatagtct</w:t>
      </w:r>
      <w:proofErr w:type="spellEnd"/>
    </w:p>
    <w:p w14:paraId="173F526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actcttgtgc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agaatgaatt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ctcgtaacta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catagcacaa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gtagatgtag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ttaactttaa</w:t>
      </w:r>
      <w:proofErr w:type="spellEnd"/>
    </w:p>
    <w:p w14:paraId="734A31A1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tctcacatag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caatctttaa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tcagtgtgta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acattaggga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ggacttgaaa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gagccaccac</w:t>
      </w:r>
      <w:proofErr w:type="spellEnd"/>
    </w:p>
    <w:p w14:paraId="005EEE5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attttcaccg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aggccacgcg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gagtacgatc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gagtgtacag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tgaacaatgc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tagggagagc</w:t>
      </w:r>
      <w:proofErr w:type="spellEnd"/>
    </w:p>
    <w:p w14:paraId="54EB4FCF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tgcctatatg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gaagagccct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aatgtgtaaa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attaatttta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gtagtgctat</w:t>
      </w:r>
      <w:proofErr w:type="spellEnd"/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 xml:space="preserve"> cc</w:t>
      </w:r>
    </w:p>
    <w:p w14:paraId="626192DD" w14:textId="77777777" w:rsidR="00B93EE0" w:rsidRPr="00B93EE0" w:rsidRDefault="00B93EE0" w:rsidP="00B93E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3EE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10C95B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E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93EE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4D1F8"/>
  <w15:chartTrackingRefBased/>
  <w15:docId w15:val="{D9103785-A83B-CC4B-8C16-5E1B47DA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6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7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10923</Words>
  <Characters>62266</Characters>
  <Application>Microsoft Office Word</Application>
  <DocSecurity>0</DocSecurity>
  <Lines>518</Lines>
  <Paragraphs>146</Paragraphs>
  <ScaleCrop>false</ScaleCrop>
  <Company/>
  <LinksUpToDate>false</LinksUpToDate>
  <CharactersWithSpaces>73043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2023-03-16T08:24:00Z</dcterms:created>
  <dcterms:modified xsi:type="dcterms:W3CDTF">2023-03-16T08:25:00Z</dcterms:modified>
</cp:coreProperties>
</file>